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02F356B0" w14:textId="77777777" w:rsidTr="00904071">
        <w:tc>
          <w:tcPr>
            <w:tcW w:w="1311" w:type="dxa"/>
          </w:tcPr>
          <w:p w14:paraId="27E13EFB" w14:textId="77777777" w:rsidR="00757AC7" w:rsidRPr="0090407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90407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0739E9C5" w14:textId="77777777" w:rsidR="00757AC7" w:rsidRPr="0090407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3C9E216" w14:textId="77777777" w:rsidR="00757AC7" w:rsidRPr="00904071" w:rsidRDefault="00757AC7" w:rsidP="00CC24D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45EF8" w:rsidRPr="009279E2" w14:paraId="5C8F75B7" w14:textId="77777777" w:rsidTr="00904071">
        <w:tc>
          <w:tcPr>
            <w:tcW w:w="1311" w:type="dxa"/>
          </w:tcPr>
          <w:p w14:paraId="4FAA6C01" w14:textId="0218A5C5" w:rsidR="00445EF8" w:rsidRPr="00904071" w:rsidRDefault="00445EF8" w:rsidP="008D549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28134140</w:t>
            </w:r>
          </w:p>
        </w:tc>
        <w:tc>
          <w:tcPr>
            <w:tcW w:w="2086" w:type="dxa"/>
          </w:tcPr>
          <w:p w14:paraId="31932C62" w14:textId="77777777" w:rsidR="00445EF8" w:rsidRDefault="00445EF8" w:rsidP="008D5498">
            <w:pPr>
              <w:jc w:val="center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Pannello isolante XPS 500 in polistirene estruso H50</w:t>
            </w:r>
          </w:p>
          <w:p w14:paraId="57FE3815" w14:textId="5A5994ED" w:rsidR="00716CCE" w:rsidRPr="00904071" w:rsidRDefault="00716CCE" w:rsidP="008D549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6 m2)</w:t>
            </w:r>
          </w:p>
        </w:tc>
        <w:tc>
          <w:tcPr>
            <w:tcW w:w="6101" w:type="dxa"/>
          </w:tcPr>
          <w:p w14:paraId="36582D09" w14:textId="104F2E2D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Lastre isolanti in polistirene espanso estruso monostrato (XPS)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445EF8">
              <w:rPr>
                <w:rFonts w:ascii="Poppins" w:hAnsi="Poppins" w:cs="Poppins"/>
                <w:sz w:val="20"/>
              </w:rPr>
              <w:t xml:space="preserve">superficie liscia e profili </w:t>
            </w:r>
            <w:proofErr w:type="spellStart"/>
            <w:r w:rsidRPr="00445EF8">
              <w:rPr>
                <w:rFonts w:ascii="Poppins" w:hAnsi="Poppins" w:cs="Poppins"/>
                <w:sz w:val="20"/>
              </w:rPr>
              <w:t>battentati</w:t>
            </w:r>
            <w:proofErr w:type="spellEnd"/>
            <w:r w:rsidRPr="00445EF8">
              <w:rPr>
                <w:rFonts w:ascii="Poppins" w:hAnsi="Poppins" w:cs="Poppins"/>
                <w:sz w:val="20"/>
              </w:rPr>
              <w:t xml:space="preserve"> su 4 lati.</w:t>
            </w:r>
          </w:p>
          <w:p w14:paraId="6FC48750" w14:textId="242D2218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Resistenza termica RD 1</w:t>
            </w:r>
            <w:r w:rsidR="00716CCE">
              <w:rPr>
                <w:rFonts w:ascii="Poppins" w:hAnsi="Poppins" w:cs="Poppins"/>
                <w:sz w:val="20"/>
              </w:rPr>
              <w:t>,</w:t>
            </w:r>
            <w:r w:rsidRPr="00445EF8">
              <w:rPr>
                <w:rFonts w:ascii="Poppins" w:hAnsi="Poppins" w:cs="Poppins"/>
                <w:sz w:val="20"/>
              </w:rPr>
              <w:t>50 m2K/W, spessore lastra 50 mm.</w:t>
            </w:r>
          </w:p>
          <w:p w14:paraId="6187E81E" w14:textId="77777777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Dimensioni (mm) 1250x600x50, confezione da 8 lastre (6 m2).</w:t>
            </w:r>
          </w:p>
          <w:p w14:paraId="35E0C202" w14:textId="77777777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BA4FAD" w14:textId="6F05B57A" w:rsidR="00445EF8" w:rsidRPr="00445EF8" w:rsidRDefault="00445EF8" w:rsidP="00CC24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45EF8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FB7E2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445EF8">
              <w:rPr>
                <w:rFonts w:ascii="Poppins" w:hAnsi="Poppins" w:cs="Poppins"/>
                <w:b/>
                <w:bCs/>
                <w:sz w:val="20"/>
              </w:rPr>
              <w:t xml:space="preserve"> - Modello Pannello isolante XPS 500 in polistirene estruso H50 </w:t>
            </w:r>
            <w:r w:rsidR="00716CCE" w:rsidRPr="00716CCE">
              <w:rPr>
                <w:rFonts w:ascii="Poppins" w:hAnsi="Poppins" w:cs="Poppins"/>
                <w:b/>
                <w:bCs/>
                <w:sz w:val="20"/>
              </w:rPr>
              <w:t>(Conf. 6 m2)</w:t>
            </w:r>
            <w:r w:rsidR="00716CC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445EF8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45EF8" w:rsidRPr="009279E2" w14:paraId="48ED87E7" w14:textId="77777777" w:rsidTr="00904071">
        <w:tc>
          <w:tcPr>
            <w:tcW w:w="1311" w:type="dxa"/>
          </w:tcPr>
          <w:p w14:paraId="0BAAB55F" w14:textId="7544D37F" w:rsidR="00445EF8" w:rsidRDefault="00445EF8" w:rsidP="00445EF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28134142</w:t>
            </w:r>
          </w:p>
        </w:tc>
        <w:tc>
          <w:tcPr>
            <w:tcW w:w="2086" w:type="dxa"/>
          </w:tcPr>
          <w:p w14:paraId="24BF7DAB" w14:textId="77777777" w:rsidR="00445EF8" w:rsidRDefault="00445EF8" w:rsidP="00445EF8">
            <w:pPr>
              <w:jc w:val="center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Pannello isolante XPS 500 in polistirene estruso H</w:t>
            </w:r>
            <w:r>
              <w:rPr>
                <w:rFonts w:ascii="Poppins" w:hAnsi="Poppins" w:cs="Poppins"/>
                <w:sz w:val="20"/>
              </w:rPr>
              <w:t>6</w:t>
            </w:r>
            <w:r w:rsidRPr="00445EF8">
              <w:rPr>
                <w:rFonts w:ascii="Poppins" w:hAnsi="Poppins" w:cs="Poppins"/>
                <w:sz w:val="20"/>
              </w:rPr>
              <w:t>0</w:t>
            </w:r>
          </w:p>
          <w:p w14:paraId="2EFCA513" w14:textId="6A35ADF5" w:rsidR="00716CCE" w:rsidRPr="00904071" w:rsidRDefault="00716CCE" w:rsidP="00445EF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>
              <w:rPr>
                <w:rFonts w:ascii="Poppins" w:hAnsi="Poppins" w:cs="Poppins"/>
                <w:sz w:val="20"/>
              </w:rPr>
              <w:t>5,25</w:t>
            </w:r>
            <w:r>
              <w:rPr>
                <w:rFonts w:ascii="Poppins" w:hAnsi="Poppins" w:cs="Poppins"/>
                <w:sz w:val="20"/>
              </w:rPr>
              <w:t xml:space="preserve"> m2)</w:t>
            </w:r>
          </w:p>
        </w:tc>
        <w:tc>
          <w:tcPr>
            <w:tcW w:w="6101" w:type="dxa"/>
          </w:tcPr>
          <w:p w14:paraId="68380F67" w14:textId="77777777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Lastre isolanti in polistirene espanso estruso monostrato (XPS)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445EF8">
              <w:rPr>
                <w:rFonts w:ascii="Poppins" w:hAnsi="Poppins" w:cs="Poppins"/>
                <w:sz w:val="20"/>
              </w:rPr>
              <w:t xml:space="preserve">superficie liscia e profili </w:t>
            </w:r>
            <w:proofErr w:type="spellStart"/>
            <w:r w:rsidRPr="00445EF8">
              <w:rPr>
                <w:rFonts w:ascii="Poppins" w:hAnsi="Poppins" w:cs="Poppins"/>
                <w:sz w:val="20"/>
              </w:rPr>
              <w:t>battentati</w:t>
            </w:r>
            <w:proofErr w:type="spellEnd"/>
            <w:r w:rsidRPr="00445EF8">
              <w:rPr>
                <w:rFonts w:ascii="Poppins" w:hAnsi="Poppins" w:cs="Poppins"/>
                <w:sz w:val="20"/>
              </w:rPr>
              <w:t xml:space="preserve"> su 4 lati.</w:t>
            </w:r>
          </w:p>
          <w:p w14:paraId="49B3D907" w14:textId="0AE2C550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Resistenza termica RD 1</w:t>
            </w:r>
            <w:r w:rsidR="00716CCE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8</w:t>
            </w:r>
            <w:r w:rsidRPr="00445EF8">
              <w:rPr>
                <w:rFonts w:ascii="Poppins" w:hAnsi="Poppins" w:cs="Poppins"/>
                <w:sz w:val="20"/>
              </w:rPr>
              <w:t xml:space="preserve">0 m2K/W, spessore lastra </w:t>
            </w:r>
            <w:r>
              <w:rPr>
                <w:rFonts w:ascii="Poppins" w:hAnsi="Poppins" w:cs="Poppins"/>
                <w:sz w:val="20"/>
              </w:rPr>
              <w:t>6</w:t>
            </w:r>
            <w:r w:rsidRPr="00445EF8">
              <w:rPr>
                <w:rFonts w:ascii="Poppins" w:hAnsi="Poppins" w:cs="Poppins"/>
                <w:sz w:val="20"/>
              </w:rPr>
              <w:t>0 mm.</w:t>
            </w:r>
          </w:p>
          <w:p w14:paraId="1399CFFE" w14:textId="5173F5F4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Dimensioni (mm) 1250x600x</w:t>
            </w:r>
            <w:r>
              <w:rPr>
                <w:rFonts w:ascii="Poppins" w:hAnsi="Poppins" w:cs="Poppins"/>
                <w:sz w:val="20"/>
              </w:rPr>
              <w:t>6</w:t>
            </w:r>
            <w:r w:rsidRPr="00445EF8">
              <w:rPr>
                <w:rFonts w:ascii="Poppins" w:hAnsi="Poppins" w:cs="Poppins"/>
                <w:sz w:val="20"/>
              </w:rPr>
              <w:t xml:space="preserve">0, confezione da </w:t>
            </w:r>
            <w:r>
              <w:rPr>
                <w:rFonts w:ascii="Poppins" w:hAnsi="Poppins" w:cs="Poppins"/>
                <w:sz w:val="20"/>
              </w:rPr>
              <w:t>7</w:t>
            </w:r>
            <w:r w:rsidRPr="00445EF8">
              <w:rPr>
                <w:rFonts w:ascii="Poppins" w:hAnsi="Poppins" w:cs="Poppins"/>
                <w:sz w:val="20"/>
              </w:rPr>
              <w:t xml:space="preserve"> lastre (</w:t>
            </w:r>
            <w:r>
              <w:rPr>
                <w:rFonts w:ascii="Poppins" w:hAnsi="Poppins" w:cs="Poppins"/>
                <w:sz w:val="20"/>
              </w:rPr>
              <w:t xml:space="preserve">5,25 </w:t>
            </w:r>
            <w:r w:rsidRPr="00445EF8">
              <w:rPr>
                <w:rFonts w:ascii="Poppins" w:hAnsi="Poppins" w:cs="Poppins"/>
                <w:sz w:val="20"/>
              </w:rPr>
              <w:t>m2).</w:t>
            </w:r>
          </w:p>
          <w:p w14:paraId="0ECCECB6" w14:textId="77777777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55A025" w14:textId="35527DA4" w:rsidR="00445EF8" w:rsidRPr="00904071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FB7E2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445EF8">
              <w:rPr>
                <w:rFonts w:ascii="Poppins" w:hAnsi="Poppins" w:cs="Poppins"/>
                <w:b/>
                <w:bCs/>
                <w:sz w:val="20"/>
              </w:rPr>
              <w:t xml:space="preserve"> - Modello Pannello isolante XPS 500 in polistirene estruso H</w:t>
            </w:r>
            <w:r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445EF8">
              <w:rPr>
                <w:rFonts w:ascii="Poppins" w:hAnsi="Poppins" w:cs="Poppins"/>
                <w:b/>
                <w:bCs/>
                <w:sz w:val="20"/>
              </w:rPr>
              <w:t xml:space="preserve">0 </w:t>
            </w:r>
            <w:r w:rsidR="00716CCE" w:rsidRPr="00716CCE">
              <w:rPr>
                <w:rFonts w:ascii="Poppins" w:hAnsi="Poppins" w:cs="Poppins"/>
                <w:b/>
                <w:bCs/>
                <w:sz w:val="20"/>
              </w:rPr>
              <w:t xml:space="preserve">(Conf. </w:t>
            </w:r>
            <w:r w:rsidR="00716CCE">
              <w:rPr>
                <w:rFonts w:ascii="Poppins" w:hAnsi="Poppins" w:cs="Poppins"/>
                <w:b/>
                <w:bCs/>
                <w:sz w:val="20"/>
              </w:rPr>
              <w:t>5,25</w:t>
            </w:r>
            <w:r w:rsidR="00716CCE" w:rsidRPr="00716CCE">
              <w:rPr>
                <w:rFonts w:ascii="Poppins" w:hAnsi="Poppins" w:cs="Poppins"/>
                <w:b/>
                <w:bCs/>
                <w:sz w:val="20"/>
              </w:rPr>
              <w:t xml:space="preserve"> m2)</w:t>
            </w:r>
            <w:r w:rsidR="00716CC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445EF8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45EF8" w:rsidRPr="009279E2" w14:paraId="59460D8D" w14:textId="77777777" w:rsidTr="00904071">
        <w:tc>
          <w:tcPr>
            <w:tcW w:w="1311" w:type="dxa"/>
          </w:tcPr>
          <w:p w14:paraId="2336A443" w14:textId="08E03CF5" w:rsidR="00445EF8" w:rsidRDefault="00445EF8" w:rsidP="00445EF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28134144</w:t>
            </w:r>
          </w:p>
        </w:tc>
        <w:tc>
          <w:tcPr>
            <w:tcW w:w="2086" w:type="dxa"/>
          </w:tcPr>
          <w:p w14:paraId="112B0D0E" w14:textId="77777777" w:rsidR="00445EF8" w:rsidRDefault="00445EF8" w:rsidP="00445EF8">
            <w:pPr>
              <w:jc w:val="center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Pannello isolante XPS 500 in polistirene estruso H</w:t>
            </w:r>
            <w:r>
              <w:rPr>
                <w:rFonts w:ascii="Poppins" w:hAnsi="Poppins" w:cs="Poppins"/>
                <w:sz w:val="20"/>
              </w:rPr>
              <w:t>8</w:t>
            </w:r>
            <w:r w:rsidRPr="00445EF8">
              <w:rPr>
                <w:rFonts w:ascii="Poppins" w:hAnsi="Poppins" w:cs="Poppins"/>
                <w:sz w:val="20"/>
              </w:rPr>
              <w:t>0</w:t>
            </w:r>
          </w:p>
          <w:p w14:paraId="024873B0" w14:textId="6B0CF800" w:rsidR="00716CCE" w:rsidRPr="00904071" w:rsidRDefault="00716CCE" w:rsidP="00445EF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>
              <w:rPr>
                <w:rFonts w:ascii="Poppins" w:hAnsi="Poppins" w:cs="Poppins"/>
                <w:sz w:val="20"/>
              </w:rPr>
              <w:t>3,75</w:t>
            </w:r>
            <w:r>
              <w:rPr>
                <w:rFonts w:ascii="Poppins" w:hAnsi="Poppins" w:cs="Poppins"/>
                <w:sz w:val="20"/>
              </w:rPr>
              <w:t xml:space="preserve"> m2)</w:t>
            </w:r>
          </w:p>
        </w:tc>
        <w:tc>
          <w:tcPr>
            <w:tcW w:w="6101" w:type="dxa"/>
          </w:tcPr>
          <w:p w14:paraId="79BEBD8E" w14:textId="77777777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Lastre isolanti in polistirene espanso estruso monostrato (XPS)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445EF8">
              <w:rPr>
                <w:rFonts w:ascii="Poppins" w:hAnsi="Poppins" w:cs="Poppins"/>
                <w:sz w:val="20"/>
              </w:rPr>
              <w:t xml:space="preserve">superficie liscia e profili </w:t>
            </w:r>
            <w:proofErr w:type="spellStart"/>
            <w:r w:rsidRPr="00445EF8">
              <w:rPr>
                <w:rFonts w:ascii="Poppins" w:hAnsi="Poppins" w:cs="Poppins"/>
                <w:sz w:val="20"/>
              </w:rPr>
              <w:t>battentati</w:t>
            </w:r>
            <w:proofErr w:type="spellEnd"/>
            <w:r w:rsidRPr="00445EF8">
              <w:rPr>
                <w:rFonts w:ascii="Poppins" w:hAnsi="Poppins" w:cs="Poppins"/>
                <w:sz w:val="20"/>
              </w:rPr>
              <w:t xml:space="preserve"> su 4 lati.</w:t>
            </w:r>
          </w:p>
          <w:p w14:paraId="257AEC4B" w14:textId="69C6749B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 xml:space="preserve">Resistenza termica RD </w:t>
            </w:r>
            <w:r>
              <w:rPr>
                <w:rFonts w:ascii="Poppins" w:hAnsi="Poppins" w:cs="Poppins"/>
                <w:sz w:val="20"/>
              </w:rPr>
              <w:t>2</w:t>
            </w:r>
            <w:r w:rsidR="00716CCE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25</w:t>
            </w:r>
            <w:r w:rsidRPr="00445EF8">
              <w:rPr>
                <w:rFonts w:ascii="Poppins" w:hAnsi="Poppins" w:cs="Poppins"/>
                <w:sz w:val="20"/>
              </w:rPr>
              <w:t xml:space="preserve"> m2K/W, spessore lastra </w:t>
            </w:r>
            <w:r>
              <w:rPr>
                <w:rFonts w:ascii="Poppins" w:hAnsi="Poppins" w:cs="Poppins"/>
                <w:sz w:val="20"/>
              </w:rPr>
              <w:t>8</w:t>
            </w:r>
            <w:r w:rsidRPr="00445EF8">
              <w:rPr>
                <w:rFonts w:ascii="Poppins" w:hAnsi="Poppins" w:cs="Poppins"/>
                <w:sz w:val="20"/>
              </w:rPr>
              <w:t>0 mm.</w:t>
            </w:r>
          </w:p>
          <w:p w14:paraId="77C7CEE3" w14:textId="4FE384EE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sz w:val="20"/>
              </w:rPr>
              <w:t>Dimensioni (mm) 1250x600x</w:t>
            </w:r>
            <w:r>
              <w:rPr>
                <w:rFonts w:ascii="Poppins" w:hAnsi="Poppins" w:cs="Poppins"/>
                <w:sz w:val="20"/>
              </w:rPr>
              <w:t>8</w:t>
            </w:r>
            <w:r w:rsidRPr="00445EF8">
              <w:rPr>
                <w:rFonts w:ascii="Poppins" w:hAnsi="Poppins" w:cs="Poppins"/>
                <w:sz w:val="20"/>
              </w:rPr>
              <w:t xml:space="preserve">0, confezione da </w:t>
            </w:r>
            <w:r>
              <w:rPr>
                <w:rFonts w:ascii="Poppins" w:hAnsi="Poppins" w:cs="Poppins"/>
                <w:sz w:val="20"/>
              </w:rPr>
              <w:t>5</w:t>
            </w:r>
            <w:r w:rsidRPr="00445EF8">
              <w:rPr>
                <w:rFonts w:ascii="Poppins" w:hAnsi="Poppins" w:cs="Poppins"/>
                <w:sz w:val="20"/>
              </w:rPr>
              <w:t xml:space="preserve"> lastre (</w:t>
            </w:r>
            <w:r>
              <w:rPr>
                <w:rFonts w:ascii="Poppins" w:hAnsi="Poppins" w:cs="Poppins"/>
                <w:sz w:val="20"/>
              </w:rPr>
              <w:t>3,75</w:t>
            </w:r>
            <w:r w:rsidRPr="00445EF8">
              <w:rPr>
                <w:rFonts w:ascii="Poppins" w:hAnsi="Poppins" w:cs="Poppins"/>
                <w:sz w:val="20"/>
              </w:rPr>
              <w:t xml:space="preserve"> m2).</w:t>
            </w:r>
          </w:p>
          <w:p w14:paraId="4758CBE8" w14:textId="77777777" w:rsidR="00445EF8" w:rsidRPr="00445EF8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8AD625" w14:textId="595A5773" w:rsidR="00445EF8" w:rsidRPr="00904071" w:rsidRDefault="00445EF8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445EF8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FB7E2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445EF8">
              <w:rPr>
                <w:rFonts w:ascii="Poppins" w:hAnsi="Poppins" w:cs="Poppins"/>
                <w:b/>
                <w:bCs/>
                <w:sz w:val="20"/>
              </w:rPr>
              <w:t xml:space="preserve"> - Modello Pannello isolante XPS 500 in polistirene estruso H</w:t>
            </w:r>
            <w:r>
              <w:rPr>
                <w:rFonts w:ascii="Poppins" w:hAnsi="Poppins" w:cs="Poppins"/>
                <w:b/>
                <w:bCs/>
                <w:sz w:val="20"/>
              </w:rPr>
              <w:t>8</w:t>
            </w:r>
            <w:r w:rsidRPr="00445EF8">
              <w:rPr>
                <w:rFonts w:ascii="Poppins" w:hAnsi="Poppins" w:cs="Poppins"/>
                <w:b/>
                <w:bCs/>
                <w:sz w:val="20"/>
              </w:rPr>
              <w:t>0</w:t>
            </w:r>
            <w:r w:rsidR="00716CC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716CCE" w:rsidRPr="00716CCE">
              <w:rPr>
                <w:rFonts w:ascii="Poppins" w:hAnsi="Poppins" w:cs="Poppins"/>
                <w:b/>
                <w:bCs/>
                <w:sz w:val="20"/>
              </w:rPr>
              <w:t xml:space="preserve">(Conf. </w:t>
            </w:r>
            <w:r w:rsidR="00716CCE">
              <w:rPr>
                <w:rFonts w:ascii="Poppins" w:hAnsi="Poppins" w:cs="Poppins"/>
                <w:b/>
                <w:bCs/>
                <w:sz w:val="20"/>
              </w:rPr>
              <w:t>3,75</w:t>
            </w:r>
            <w:r w:rsidR="00716CCE" w:rsidRPr="00716CCE">
              <w:rPr>
                <w:rFonts w:ascii="Poppins" w:hAnsi="Poppins" w:cs="Poppins"/>
                <w:b/>
                <w:bCs/>
                <w:sz w:val="20"/>
              </w:rPr>
              <w:t xml:space="preserve"> m2)</w:t>
            </w:r>
            <w:r w:rsidRPr="00445EF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854F0" w:rsidRPr="009279E2" w14:paraId="0708A2FB" w14:textId="77777777" w:rsidTr="00904071">
        <w:tc>
          <w:tcPr>
            <w:tcW w:w="1311" w:type="dxa"/>
          </w:tcPr>
          <w:p w14:paraId="59F302C6" w14:textId="2E11FED2" w:rsidR="00A854F0" w:rsidRDefault="00A854F0" w:rsidP="00445EF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28134137</w:t>
            </w:r>
          </w:p>
        </w:tc>
        <w:tc>
          <w:tcPr>
            <w:tcW w:w="2086" w:type="dxa"/>
          </w:tcPr>
          <w:p w14:paraId="50DD46AC" w14:textId="77777777" w:rsidR="00A854F0" w:rsidRDefault="00A854F0" w:rsidP="00445EF8">
            <w:pPr>
              <w:jc w:val="center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Pannello isolante XPS 500 SL in polistirene estruso H50</w:t>
            </w:r>
          </w:p>
          <w:p w14:paraId="5ABE3F6E" w14:textId="495E4F0D" w:rsidR="00716CCE" w:rsidRPr="00445EF8" w:rsidRDefault="00716CCE" w:rsidP="00445EF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6 m2)</w:t>
            </w:r>
          </w:p>
        </w:tc>
        <w:tc>
          <w:tcPr>
            <w:tcW w:w="6101" w:type="dxa"/>
          </w:tcPr>
          <w:p w14:paraId="087FC182" w14:textId="27EE0178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Lastre isolanti in polistirene espanso estruso monostrato (XPS) colore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854F0">
              <w:rPr>
                <w:rFonts w:ascii="Poppins" w:hAnsi="Poppins" w:cs="Poppins"/>
                <w:sz w:val="20"/>
              </w:rPr>
              <w:t xml:space="preserve">grigio con superficie liscia e profili </w:t>
            </w:r>
            <w:proofErr w:type="spellStart"/>
            <w:r w:rsidRPr="00A854F0">
              <w:rPr>
                <w:rFonts w:ascii="Poppins" w:hAnsi="Poppins" w:cs="Poppins"/>
                <w:sz w:val="20"/>
              </w:rPr>
              <w:t>battentati</w:t>
            </w:r>
            <w:proofErr w:type="spellEnd"/>
            <w:r w:rsidRPr="00A854F0">
              <w:rPr>
                <w:rFonts w:ascii="Poppins" w:hAnsi="Poppins" w:cs="Poppins"/>
                <w:sz w:val="20"/>
              </w:rPr>
              <w:t xml:space="preserve"> su 4 lati.</w:t>
            </w:r>
          </w:p>
          <w:p w14:paraId="282F41F7" w14:textId="23A7FA29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Resistenza termica RD 1</w:t>
            </w:r>
            <w:r w:rsidR="00716CCE">
              <w:rPr>
                <w:rFonts w:ascii="Poppins" w:hAnsi="Poppins" w:cs="Poppins"/>
                <w:sz w:val="20"/>
              </w:rPr>
              <w:t>,</w:t>
            </w:r>
            <w:r w:rsidRPr="00A854F0">
              <w:rPr>
                <w:rFonts w:ascii="Poppins" w:hAnsi="Poppins" w:cs="Poppins"/>
                <w:sz w:val="20"/>
              </w:rPr>
              <w:t>60 m2K/W, spessore lastra 50 mm.</w:t>
            </w:r>
          </w:p>
          <w:p w14:paraId="38025AE0" w14:textId="77777777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Dimensioni (mm) 1250x600x50, confezione da 8 lastre (6 m2).</w:t>
            </w:r>
          </w:p>
          <w:p w14:paraId="4D651B6A" w14:textId="77777777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944ADB" w14:textId="6A35FAA1" w:rsidR="00A854F0" w:rsidRPr="00A854F0" w:rsidRDefault="00A854F0" w:rsidP="00CC24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854F0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FB7E2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 xml:space="preserve"> - Modello Pannello isolante XPS 500 SL in polistirene estruso H50 </w:t>
            </w:r>
            <w:r w:rsidR="00716CCE" w:rsidRPr="00716CCE">
              <w:rPr>
                <w:rFonts w:ascii="Poppins" w:hAnsi="Poppins" w:cs="Poppins"/>
                <w:b/>
                <w:bCs/>
                <w:sz w:val="20"/>
              </w:rPr>
              <w:t>(Conf. 6 m2)</w:t>
            </w:r>
            <w:r w:rsidR="00716CC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854F0" w:rsidRPr="009279E2" w14:paraId="16EA3480" w14:textId="77777777" w:rsidTr="00904071">
        <w:tc>
          <w:tcPr>
            <w:tcW w:w="1311" w:type="dxa"/>
          </w:tcPr>
          <w:p w14:paraId="3CABE5F1" w14:textId="06B76CFF" w:rsidR="00A854F0" w:rsidRDefault="00A854F0" w:rsidP="00A854F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28134131</w:t>
            </w:r>
          </w:p>
        </w:tc>
        <w:tc>
          <w:tcPr>
            <w:tcW w:w="2086" w:type="dxa"/>
          </w:tcPr>
          <w:p w14:paraId="59DD3EEA" w14:textId="77777777" w:rsidR="00A854F0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 xml:space="preserve">Pannello isolante XPS 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854F0">
              <w:rPr>
                <w:rFonts w:ascii="Poppins" w:hAnsi="Poppins" w:cs="Poppins"/>
                <w:sz w:val="20"/>
              </w:rPr>
              <w:t>00 SL in polistirene estruso H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854F0">
              <w:rPr>
                <w:rFonts w:ascii="Poppins" w:hAnsi="Poppins" w:cs="Poppins"/>
                <w:sz w:val="20"/>
              </w:rPr>
              <w:t>0</w:t>
            </w:r>
          </w:p>
          <w:p w14:paraId="29A12385" w14:textId="194FC8F4" w:rsidR="00716CCE" w:rsidRPr="00A854F0" w:rsidRDefault="00716CCE" w:rsidP="00A854F0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10,5 m2)</w:t>
            </w:r>
          </w:p>
        </w:tc>
        <w:tc>
          <w:tcPr>
            <w:tcW w:w="6101" w:type="dxa"/>
          </w:tcPr>
          <w:p w14:paraId="764D201A" w14:textId="77777777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Lastre isolanti in polistirene espanso estruso monostrato (XPS) colore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854F0">
              <w:rPr>
                <w:rFonts w:ascii="Poppins" w:hAnsi="Poppins" w:cs="Poppins"/>
                <w:sz w:val="20"/>
              </w:rPr>
              <w:t xml:space="preserve">grigio con superficie liscia e profili </w:t>
            </w:r>
            <w:proofErr w:type="spellStart"/>
            <w:r w:rsidRPr="00A854F0">
              <w:rPr>
                <w:rFonts w:ascii="Poppins" w:hAnsi="Poppins" w:cs="Poppins"/>
                <w:sz w:val="20"/>
              </w:rPr>
              <w:t>battentati</w:t>
            </w:r>
            <w:proofErr w:type="spellEnd"/>
            <w:r w:rsidRPr="00A854F0">
              <w:rPr>
                <w:rFonts w:ascii="Poppins" w:hAnsi="Poppins" w:cs="Poppins"/>
                <w:sz w:val="20"/>
              </w:rPr>
              <w:t xml:space="preserve"> su 4 lati.</w:t>
            </w:r>
          </w:p>
          <w:p w14:paraId="07D58BA5" w14:textId="08E8D38F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Resistenza termica RD 1</w:t>
            </w:r>
            <w:r w:rsidR="00716CCE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00</w:t>
            </w:r>
            <w:r w:rsidRPr="00A854F0">
              <w:rPr>
                <w:rFonts w:ascii="Poppins" w:hAnsi="Poppins" w:cs="Poppins"/>
                <w:sz w:val="20"/>
              </w:rPr>
              <w:t xml:space="preserve"> m2K/W, spessore lastra 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854F0">
              <w:rPr>
                <w:rFonts w:ascii="Poppins" w:hAnsi="Poppins" w:cs="Poppins"/>
                <w:sz w:val="20"/>
              </w:rPr>
              <w:t>0 mm.</w:t>
            </w:r>
          </w:p>
          <w:p w14:paraId="265AF8B5" w14:textId="55728404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Dimensioni (mm) 1250x600x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854F0">
              <w:rPr>
                <w:rFonts w:ascii="Poppins" w:hAnsi="Poppins" w:cs="Poppins"/>
                <w:sz w:val="20"/>
              </w:rPr>
              <w:t xml:space="preserve">0, confezione da </w:t>
            </w:r>
            <w:r>
              <w:rPr>
                <w:rFonts w:ascii="Poppins" w:hAnsi="Poppins" w:cs="Poppins"/>
                <w:sz w:val="20"/>
              </w:rPr>
              <w:t>14</w:t>
            </w:r>
            <w:r w:rsidRPr="00A854F0">
              <w:rPr>
                <w:rFonts w:ascii="Poppins" w:hAnsi="Poppins" w:cs="Poppins"/>
                <w:sz w:val="20"/>
              </w:rPr>
              <w:t xml:space="preserve"> lastre (</w:t>
            </w:r>
            <w:r>
              <w:rPr>
                <w:rFonts w:ascii="Poppins" w:hAnsi="Poppins" w:cs="Poppins"/>
                <w:sz w:val="20"/>
              </w:rPr>
              <w:t>10,5</w:t>
            </w:r>
            <w:r w:rsidRPr="00A854F0">
              <w:rPr>
                <w:rFonts w:ascii="Poppins" w:hAnsi="Poppins" w:cs="Poppins"/>
                <w:sz w:val="20"/>
              </w:rPr>
              <w:t xml:space="preserve"> m2).</w:t>
            </w:r>
          </w:p>
          <w:p w14:paraId="0B040156" w14:textId="77777777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DC7E68" w14:textId="7ACF5BA6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FB7E2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 xml:space="preserve"> - Modello Pannello isolante XPS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>00 SL in polistirene estruso H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>0</w:t>
            </w:r>
            <w:r w:rsidR="00716CC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716CCE" w:rsidRPr="00716CCE">
              <w:rPr>
                <w:rFonts w:ascii="Poppins" w:hAnsi="Poppins" w:cs="Poppins"/>
                <w:b/>
                <w:bCs/>
                <w:sz w:val="20"/>
              </w:rPr>
              <w:t>(Conf. 10,5 m2)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854F0" w:rsidRPr="009279E2" w14:paraId="57CB06B7" w14:textId="77777777" w:rsidTr="00904071">
        <w:tc>
          <w:tcPr>
            <w:tcW w:w="1311" w:type="dxa"/>
          </w:tcPr>
          <w:p w14:paraId="68BD5B28" w14:textId="402FE4CA" w:rsidR="00A854F0" w:rsidRDefault="00A854F0" w:rsidP="00A854F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28134133</w:t>
            </w:r>
          </w:p>
        </w:tc>
        <w:tc>
          <w:tcPr>
            <w:tcW w:w="2086" w:type="dxa"/>
          </w:tcPr>
          <w:p w14:paraId="053AE5BA" w14:textId="77777777" w:rsidR="00A854F0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 xml:space="preserve">Pannello isolante XPS 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854F0">
              <w:rPr>
                <w:rFonts w:ascii="Poppins" w:hAnsi="Poppins" w:cs="Poppins"/>
                <w:sz w:val="20"/>
              </w:rPr>
              <w:t>00 SL in polistirene estruso H</w:t>
            </w:r>
            <w:r>
              <w:rPr>
                <w:rFonts w:ascii="Poppins" w:hAnsi="Poppins" w:cs="Poppins"/>
                <w:sz w:val="20"/>
              </w:rPr>
              <w:t>4</w:t>
            </w:r>
            <w:r w:rsidRPr="00A854F0">
              <w:rPr>
                <w:rFonts w:ascii="Poppins" w:hAnsi="Poppins" w:cs="Poppins"/>
                <w:sz w:val="20"/>
              </w:rPr>
              <w:t>0</w:t>
            </w:r>
          </w:p>
          <w:p w14:paraId="435F0E42" w14:textId="052A292B" w:rsidR="00716CCE" w:rsidRPr="00A854F0" w:rsidRDefault="00716CCE" w:rsidP="00A854F0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>
              <w:rPr>
                <w:rFonts w:ascii="Poppins" w:hAnsi="Poppins" w:cs="Poppins"/>
                <w:sz w:val="20"/>
              </w:rPr>
              <w:t>7</w:t>
            </w:r>
            <w:r>
              <w:rPr>
                <w:rFonts w:ascii="Poppins" w:hAnsi="Poppins" w:cs="Poppins"/>
                <w:sz w:val="20"/>
              </w:rPr>
              <w:t>,5 m2)</w:t>
            </w:r>
          </w:p>
        </w:tc>
        <w:tc>
          <w:tcPr>
            <w:tcW w:w="6101" w:type="dxa"/>
          </w:tcPr>
          <w:p w14:paraId="394C4439" w14:textId="77777777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Lastre isolanti in polistirene espanso estruso monostrato (XPS) colore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854F0">
              <w:rPr>
                <w:rFonts w:ascii="Poppins" w:hAnsi="Poppins" w:cs="Poppins"/>
                <w:sz w:val="20"/>
              </w:rPr>
              <w:t xml:space="preserve">grigio con superficie liscia e profili </w:t>
            </w:r>
            <w:proofErr w:type="spellStart"/>
            <w:r w:rsidRPr="00A854F0">
              <w:rPr>
                <w:rFonts w:ascii="Poppins" w:hAnsi="Poppins" w:cs="Poppins"/>
                <w:sz w:val="20"/>
              </w:rPr>
              <w:t>battentati</w:t>
            </w:r>
            <w:proofErr w:type="spellEnd"/>
            <w:r w:rsidRPr="00A854F0">
              <w:rPr>
                <w:rFonts w:ascii="Poppins" w:hAnsi="Poppins" w:cs="Poppins"/>
                <w:sz w:val="20"/>
              </w:rPr>
              <w:t xml:space="preserve"> su 4 lati.</w:t>
            </w:r>
          </w:p>
          <w:p w14:paraId="3DE21314" w14:textId="512D7195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Resistenza termica RD 1</w:t>
            </w:r>
            <w:r w:rsidR="00716CCE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A854F0">
              <w:rPr>
                <w:rFonts w:ascii="Poppins" w:hAnsi="Poppins" w:cs="Poppins"/>
                <w:sz w:val="20"/>
              </w:rPr>
              <w:t xml:space="preserve"> m2K/W, spessore lastra </w:t>
            </w:r>
            <w:r>
              <w:rPr>
                <w:rFonts w:ascii="Poppins" w:hAnsi="Poppins" w:cs="Poppins"/>
                <w:sz w:val="20"/>
              </w:rPr>
              <w:t>4</w:t>
            </w:r>
            <w:r w:rsidRPr="00A854F0">
              <w:rPr>
                <w:rFonts w:ascii="Poppins" w:hAnsi="Poppins" w:cs="Poppins"/>
                <w:sz w:val="20"/>
              </w:rPr>
              <w:t>0 mm.</w:t>
            </w:r>
          </w:p>
          <w:p w14:paraId="2502ADF9" w14:textId="28E81876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sz w:val="20"/>
              </w:rPr>
              <w:t>Dimensioni (mm) 1250x600x</w:t>
            </w:r>
            <w:r>
              <w:rPr>
                <w:rFonts w:ascii="Poppins" w:hAnsi="Poppins" w:cs="Poppins"/>
                <w:sz w:val="20"/>
              </w:rPr>
              <w:t>4</w:t>
            </w:r>
            <w:r w:rsidRPr="00A854F0">
              <w:rPr>
                <w:rFonts w:ascii="Poppins" w:hAnsi="Poppins" w:cs="Poppins"/>
                <w:sz w:val="20"/>
              </w:rPr>
              <w:t xml:space="preserve">0, confezione da </w:t>
            </w:r>
            <w:r>
              <w:rPr>
                <w:rFonts w:ascii="Poppins" w:hAnsi="Poppins" w:cs="Poppins"/>
                <w:sz w:val="20"/>
              </w:rPr>
              <w:t>10</w:t>
            </w:r>
            <w:r w:rsidRPr="00A854F0">
              <w:rPr>
                <w:rFonts w:ascii="Poppins" w:hAnsi="Poppins" w:cs="Poppins"/>
                <w:sz w:val="20"/>
              </w:rPr>
              <w:t xml:space="preserve"> lastre (</w:t>
            </w:r>
            <w:r>
              <w:rPr>
                <w:rFonts w:ascii="Poppins" w:hAnsi="Poppins" w:cs="Poppins"/>
                <w:sz w:val="20"/>
              </w:rPr>
              <w:t>7,5</w:t>
            </w:r>
            <w:r w:rsidRPr="00A854F0">
              <w:rPr>
                <w:rFonts w:ascii="Poppins" w:hAnsi="Poppins" w:cs="Poppins"/>
                <w:sz w:val="20"/>
              </w:rPr>
              <w:t xml:space="preserve"> m2).</w:t>
            </w:r>
          </w:p>
          <w:p w14:paraId="72D8FCC6" w14:textId="77777777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B2D611" w14:textId="787645DA" w:rsidR="00A854F0" w:rsidRPr="00A854F0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A854F0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FB7E2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 xml:space="preserve"> - Modello Pannello isolante XPS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>00 SL in polistirene estruso H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 xml:space="preserve">0 </w:t>
            </w:r>
            <w:r w:rsidR="00716CCE" w:rsidRPr="00716CCE">
              <w:rPr>
                <w:rFonts w:ascii="Poppins" w:hAnsi="Poppins" w:cs="Poppins"/>
                <w:b/>
                <w:bCs/>
                <w:sz w:val="20"/>
              </w:rPr>
              <w:t xml:space="preserve">(Conf. </w:t>
            </w:r>
            <w:r w:rsidR="00716CCE">
              <w:rPr>
                <w:rFonts w:ascii="Poppins" w:hAnsi="Poppins" w:cs="Poppins"/>
                <w:b/>
                <w:bCs/>
                <w:sz w:val="20"/>
              </w:rPr>
              <w:t>7</w:t>
            </w:r>
            <w:r w:rsidR="00716CCE" w:rsidRPr="00716CCE">
              <w:rPr>
                <w:rFonts w:ascii="Poppins" w:hAnsi="Poppins" w:cs="Poppins"/>
                <w:b/>
                <w:bCs/>
                <w:sz w:val="20"/>
              </w:rPr>
              <w:t>,5 m2)</w:t>
            </w:r>
            <w:r w:rsidR="00716CC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854F0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854F0" w:rsidRPr="009279E2" w14:paraId="79E90A97" w14:textId="77777777" w:rsidTr="00904071">
        <w:tc>
          <w:tcPr>
            <w:tcW w:w="1311" w:type="dxa"/>
          </w:tcPr>
          <w:p w14:paraId="5FD667DE" w14:textId="77777777" w:rsidR="00A854F0" w:rsidRPr="00904071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28130072</w:t>
            </w:r>
          </w:p>
        </w:tc>
        <w:tc>
          <w:tcPr>
            <w:tcW w:w="2086" w:type="dxa"/>
          </w:tcPr>
          <w:p w14:paraId="247672AB" w14:textId="77777777" w:rsidR="00716CCE" w:rsidRDefault="00A854F0" w:rsidP="00A854F0">
            <w:pPr>
              <w:jc w:val="center"/>
              <w:rPr>
                <w:rFonts w:ascii="Poppins" w:hAnsi="Poppins" w:cs="Poppins"/>
                <w:sz w:val="20"/>
                <w:lang w:val="es-ES"/>
              </w:rPr>
            </w:pPr>
            <w:proofErr w:type="spellStart"/>
            <w:r w:rsidRPr="00445EF8">
              <w:rPr>
                <w:rFonts w:ascii="Poppins" w:hAnsi="Poppins" w:cs="Poppins"/>
                <w:sz w:val="20"/>
                <w:lang w:val="es-ES"/>
              </w:rPr>
              <w:t>Pannello</w:t>
            </w:r>
            <w:proofErr w:type="spellEnd"/>
            <w:r w:rsidRPr="00445EF8">
              <w:rPr>
                <w:rFonts w:ascii="Poppins" w:hAnsi="Poppins" w:cs="Poppins"/>
                <w:sz w:val="20"/>
                <w:lang w:val="es-ES"/>
              </w:rPr>
              <w:t xml:space="preserve"> </w:t>
            </w:r>
            <w:proofErr w:type="spellStart"/>
            <w:r w:rsidRPr="00445EF8">
              <w:rPr>
                <w:rFonts w:ascii="Poppins" w:hAnsi="Poppins" w:cs="Poppins"/>
                <w:sz w:val="20"/>
                <w:lang w:val="es-ES"/>
              </w:rPr>
              <w:t>isolante</w:t>
            </w:r>
            <w:proofErr w:type="spellEnd"/>
            <w:r w:rsidRPr="00445EF8">
              <w:rPr>
                <w:rFonts w:ascii="Poppins" w:hAnsi="Poppins" w:cs="Poppins"/>
                <w:sz w:val="20"/>
                <w:lang w:val="es-ES"/>
              </w:rPr>
              <w:t xml:space="preserve"> Plan Floor</w:t>
            </w:r>
          </w:p>
          <w:p w14:paraId="0CA4976F" w14:textId="77777777" w:rsidR="00A854F0" w:rsidRDefault="00A854F0" w:rsidP="00A854F0">
            <w:pPr>
              <w:jc w:val="center"/>
              <w:rPr>
                <w:rFonts w:ascii="Poppins" w:hAnsi="Poppins" w:cs="Poppins"/>
                <w:sz w:val="20"/>
                <w:lang w:val="es-ES"/>
              </w:rPr>
            </w:pPr>
            <w:r w:rsidRPr="00445EF8">
              <w:rPr>
                <w:rFonts w:ascii="Poppins" w:hAnsi="Poppins" w:cs="Poppins"/>
                <w:sz w:val="20"/>
                <w:lang w:val="es-ES"/>
              </w:rPr>
              <w:t>H30</w:t>
            </w:r>
          </w:p>
          <w:p w14:paraId="3F5B9E2B" w14:textId="1C76E533" w:rsidR="00716CCE" w:rsidRPr="00445EF8" w:rsidRDefault="00716CCE" w:rsidP="00A854F0">
            <w:pPr>
              <w:jc w:val="center"/>
              <w:rPr>
                <w:rFonts w:ascii="Poppins" w:hAnsi="Poppins" w:cs="Poppins"/>
                <w:sz w:val="20"/>
                <w:lang w:val="es-ES"/>
              </w:rPr>
            </w:pPr>
            <w:r>
              <w:rPr>
                <w:rFonts w:ascii="Poppins" w:hAnsi="Poppins" w:cs="Poppins"/>
                <w:sz w:val="20"/>
                <w:lang w:val="es-ES"/>
              </w:rPr>
              <w:t>(Conf. 10,56 m2)</w:t>
            </w:r>
          </w:p>
        </w:tc>
        <w:tc>
          <w:tcPr>
            <w:tcW w:w="6101" w:type="dxa"/>
          </w:tcPr>
          <w:p w14:paraId="58C9E08E" w14:textId="77777777" w:rsidR="00A5174F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Pannello in polistirene espanso elasticizzato tipo EPS 200, in conformità alla norma UNI EN 13163, stampato per isolamento termico con impronte superficiali per la posa dei tubi e rivestito da un film termoformato, con accoppiamento a caldo, in polistirene rigido spessore 0,16 mm.</w:t>
            </w:r>
          </w:p>
          <w:p w14:paraId="4DE44860" w14:textId="77777777" w:rsidR="00A5174F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Passo impronte 50 mm.</w:t>
            </w:r>
          </w:p>
          <w:p w14:paraId="4BB88E9F" w14:textId="2F2AD71F" w:rsidR="00A5174F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bCs/>
                <w:sz w:val="20"/>
                <w:shd w:val="clear" w:color="auto" w:fill="FFFFFF"/>
              </w:rPr>
              <w:t>Densità 30 kg/m</w:t>
            </w:r>
            <w:r w:rsidR="00A5174F">
              <w:rPr>
                <w:rFonts w:ascii="Poppins" w:hAnsi="Poppins" w:cs="Poppins"/>
                <w:bCs/>
                <w:sz w:val="20"/>
                <w:shd w:val="clear" w:color="auto" w:fill="FFFFFF"/>
              </w:rPr>
              <w:t>3</w:t>
            </w:r>
            <w:r w:rsidRPr="00904071">
              <w:rPr>
                <w:rFonts w:ascii="Poppins" w:hAnsi="Poppins" w:cs="Poppins"/>
                <w:sz w:val="20"/>
              </w:rPr>
              <w:t>, resistenza termica RD 0</w:t>
            </w:r>
            <w:r w:rsidR="00716CCE">
              <w:rPr>
                <w:rFonts w:ascii="Poppins" w:hAnsi="Poppins" w:cs="Poppins"/>
                <w:sz w:val="20"/>
              </w:rPr>
              <w:t>,</w:t>
            </w:r>
            <w:r w:rsidR="003D47C9">
              <w:rPr>
                <w:rFonts w:ascii="Poppins" w:hAnsi="Poppins" w:cs="Poppins"/>
                <w:sz w:val="20"/>
              </w:rPr>
              <w:t>90</w:t>
            </w:r>
            <w:r w:rsidRPr="00904071">
              <w:rPr>
                <w:rFonts w:ascii="Poppins" w:hAnsi="Poppins" w:cs="Poppins"/>
                <w:sz w:val="20"/>
              </w:rPr>
              <w:t xml:space="preserve"> m</w:t>
            </w:r>
            <w:r w:rsidR="00A5174F">
              <w:rPr>
                <w:rFonts w:ascii="Poppins" w:hAnsi="Poppins" w:cs="Poppins"/>
                <w:sz w:val="20"/>
              </w:rPr>
              <w:t>2</w:t>
            </w:r>
            <w:r w:rsidRPr="00904071">
              <w:rPr>
                <w:rFonts w:ascii="Poppins" w:hAnsi="Poppins" w:cs="Poppins"/>
                <w:sz w:val="20"/>
              </w:rPr>
              <w:t>K/W, spessore lastra 30 mm e spessore totale 30 mm.</w:t>
            </w:r>
          </w:p>
          <w:p w14:paraId="606F9863" w14:textId="77777777" w:rsidR="00A5174F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8CFAE64" w14:textId="7140363F" w:rsidR="00A854F0" w:rsidRPr="00904071" w:rsidRDefault="00A854F0" w:rsidP="00CC24D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Dimensioni (mm) 1100x600x30, confezione da 10,56 m</w:t>
            </w:r>
            <w:r w:rsidR="00A5174F">
              <w:rPr>
                <w:rFonts w:ascii="Poppins" w:hAnsi="Poppins" w:cs="Poppins"/>
                <w:sz w:val="20"/>
              </w:rPr>
              <w:t>2.</w:t>
            </w:r>
          </w:p>
          <w:p w14:paraId="1261F2D8" w14:textId="77777777" w:rsidR="00A854F0" w:rsidRPr="00904071" w:rsidRDefault="00A854F0" w:rsidP="00CC24D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2AE0B01" w14:textId="65C5B016" w:rsidR="00A854F0" w:rsidRPr="00904071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E23"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Pannello isolante Plan </w:t>
            </w:r>
            <w:proofErr w:type="spellStart"/>
            <w:r w:rsidRPr="00904071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904071">
              <w:rPr>
                <w:rFonts w:ascii="Poppins" w:hAnsi="Poppins" w:cs="Poppins"/>
                <w:b/>
                <w:sz w:val="20"/>
              </w:rPr>
              <w:t xml:space="preserve"> H30 </w:t>
            </w:r>
            <w:r w:rsidR="00716CCE" w:rsidRPr="00716CCE">
              <w:rPr>
                <w:rFonts w:ascii="Poppins" w:hAnsi="Poppins" w:cs="Poppins"/>
                <w:b/>
                <w:sz w:val="20"/>
              </w:rPr>
              <w:t>(Conf. 10,56 m2)</w:t>
            </w:r>
            <w:r w:rsidR="00716CC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04071">
              <w:rPr>
                <w:rFonts w:ascii="Poppins" w:hAnsi="Poppins" w:cs="Poppins"/>
                <w:b/>
                <w:sz w:val="20"/>
              </w:rPr>
              <w:t>o equivalente</w:t>
            </w:r>
            <w:r w:rsidR="0090402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854F0" w:rsidRPr="009279E2" w14:paraId="488CD229" w14:textId="77777777" w:rsidTr="00904071">
        <w:tc>
          <w:tcPr>
            <w:tcW w:w="1311" w:type="dxa"/>
          </w:tcPr>
          <w:p w14:paraId="7C482BE7" w14:textId="77777777" w:rsidR="00A854F0" w:rsidRPr="00904071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28107016</w:t>
            </w:r>
          </w:p>
        </w:tc>
        <w:tc>
          <w:tcPr>
            <w:tcW w:w="2086" w:type="dxa"/>
          </w:tcPr>
          <w:p w14:paraId="77C9303B" w14:textId="77777777" w:rsidR="00A854F0" w:rsidRPr="00904071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Tubazione Emmeti</w:t>
            </w:r>
          </w:p>
          <w:p w14:paraId="7C4C3640" w14:textId="77777777" w:rsidR="00A854F0" w:rsidRPr="00904071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904071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904071">
              <w:rPr>
                <w:rFonts w:ascii="Poppins" w:hAnsi="Poppins" w:cs="Poppins"/>
                <w:sz w:val="20"/>
              </w:rPr>
              <w:t xml:space="preserve"> 20x2</w:t>
            </w:r>
          </w:p>
          <w:p w14:paraId="12CA27F8" w14:textId="77777777" w:rsidR="00A854F0" w:rsidRPr="00904071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L=100 m</w:t>
            </w:r>
          </w:p>
        </w:tc>
        <w:tc>
          <w:tcPr>
            <w:tcW w:w="6101" w:type="dxa"/>
          </w:tcPr>
          <w:p w14:paraId="492AB5EB" w14:textId="1C5B1CE4" w:rsidR="0028013F" w:rsidRPr="0028013F" w:rsidRDefault="0028013F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28013F">
              <w:rPr>
                <w:rFonts w:ascii="Poppins" w:hAnsi="Poppins" w:cs="Poppins"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x 2 (diametro esterno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mm; spessore 2 mm)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8013F">
              <w:rPr>
                <w:rFonts w:ascii="Poppins" w:hAnsi="Poppins" w:cs="Poppins"/>
                <w:sz w:val="20"/>
              </w:rPr>
              <w:t>costituito da:</w:t>
            </w:r>
          </w:p>
          <w:p w14:paraId="0691DC2E" w14:textId="284E27F6" w:rsidR="0028013F" w:rsidRPr="0028013F" w:rsidRDefault="0028013F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interno in polietilene non reticolato (PE-RT)</w:t>
            </w:r>
          </w:p>
          <w:p w14:paraId="24B88217" w14:textId="25FB3E9B" w:rsidR="0028013F" w:rsidRPr="0028013F" w:rsidRDefault="0028013F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interno al tubo di alluminio</w:t>
            </w:r>
          </w:p>
          <w:p w14:paraId="55637ABB" w14:textId="61BC0D89" w:rsidR="0028013F" w:rsidRPr="0028013F" w:rsidRDefault="0028013F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di alluminio saldato in continuo di testa</w:t>
            </w:r>
          </w:p>
          <w:p w14:paraId="6468319F" w14:textId="24EFA69D" w:rsidR="0028013F" w:rsidRPr="0028013F" w:rsidRDefault="0028013F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esterno al tubo di alluminio</w:t>
            </w:r>
          </w:p>
          <w:p w14:paraId="7C1B9480" w14:textId="6EBF155B" w:rsidR="00A854F0" w:rsidRPr="0028013F" w:rsidRDefault="0028013F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esterno in polietilene non reticolato (PE-RT)</w:t>
            </w:r>
          </w:p>
          <w:p w14:paraId="3F7D86A1" w14:textId="77777777" w:rsidR="0028013F" w:rsidRPr="00904071" w:rsidRDefault="0028013F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C95F62" w14:textId="77777777" w:rsidR="00C64F36" w:rsidRPr="00C64F36" w:rsidRDefault="00C64F36" w:rsidP="00CC24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64F3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B5CEFE4" w14:textId="7E58CC2E" w:rsidR="00C64F36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Classi applicative (UNI ISO 21003): 2/10 bar, 5/10 bar</w:t>
            </w:r>
          </w:p>
          <w:p w14:paraId="176BEE00" w14:textId="1B1739B2" w:rsidR="00C64F36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Temperatura massima di esercizio: 70 °C</w:t>
            </w:r>
          </w:p>
          <w:p w14:paraId="22962642" w14:textId="0B4DFD3E" w:rsidR="00C64F36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Pressione massima di esercizio: 10 bar</w:t>
            </w:r>
          </w:p>
          <w:p w14:paraId="7546648D" w14:textId="58EBA4F7" w:rsidR="00C64F36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Coefficiente di dilatazione lineare: 0.026 mm/m °C</w:t>
            </w:r>
          </w:p>
          <w:p w14:paraId="288C665E" w14:textId="610DC80A" w:rsidR="00C64F36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Conducibilità termica: 0.45 W/m °C</w:t>
            </w:r>
          </w:p>
          <w:p w14:paraId="2D3FE26A" w14:textId="2B48AA5D" w:rsidR="00C64F36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lastRenderedPageBreak/>
              <w:t>Raggio minimo di curvatura: 5 x Ø tubo</w:t>
            </w:r>
          </w:p>
          <w:p w14:paraId="06DDD42D" w14:textId="020C3C44" w:rsidR="00C64F36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Rugosità superficiale del tubo interno: 7µm</w:t>
            </w:r>
          </w:p>
          <w:p w14:paraId="072189C2" w14:textId="1023608B" w:rsidR="00C64F36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Contenuto di acqua: 0,11 l/m</w:t>
            </w:r>
          </w:p>
          <w:p w14:paraId="2CAE8EED" w14:textId="77584119" w:rsidR="00C64F36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Lunghezza rotolo: 100 metri</w:t>
            </w:r>
          </w:p>
          <w:p w14:paraId="5DA84499" w14:textId="299A494F" w:rsidR="00A854F0" w:rsidRPr="00C64F36" w:rsidRDefault="00C64F36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Applicazioni: impianti termici / sanitari</w:t>
            </w:r>
          </w:p>
          <w:p w14:paraId="797DE7BC" w14:textId="77777777" w:rsidR="00C64F36" w:rsidRPr="00904071" w:rsidRDefault="00C64F36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5C8CA8" w14:textId="2BB21261" w:rsidR="00A854F0" w:rsidRPr="00904071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E23"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Tubazione Emmeti </w:t>
            </w:r>
            <w:proofErr w:type="spellStart"/>
            <w:r w:rsidRPr="00904071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904071">
              <w:rPr>
                <w:rFonts w:ascii="Poppins" w:hAnsi="Poppins" w:cs="Poppins"/>
                <w:b/>
                <w:sz w:val="20"/>
              </w:rPr>
              <w:t xml:space="preserve"> 20x2 L=100 m o equivalente</w:t>
            </w:r>
            <w:r w:rsidR="0090402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854F0" w:rsidRPr="009279E2" w14:paraId="0D9AB54D" w14:textId="77777777" w:rsidTr="00904071">
        <w:tc>
          <w:tcPr>
            <w:tcW w:w="1311" w:type="dxa"/>
          </w:tcPr>
          <w:p w14:paraId="5D675386" w14:textId="77777777" w:rsidR="00A854F0" w:rsidRPr="00904071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lastRenderedPageBreak/>
              <w:t>28107018</w:t>
            </w:r>
          </w:p>
        </w:tc>
        <w:tc>
          <w:tcPr>
            <w:tcW w:w="2086" w:type="dxa"/>
          </w:tcPr>
          <w:p w14:paraId="5FFC1358" w14:textId="77777777" w:rsidR="00A854F0" w:rsidRPr="00904071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Tubazione Emmeti</w:t>
            </w:r>
          </w:p>
          <w:p w14:paraId="647F04BD" w14:textId="77777777" w:rsidR="00A854F0" w:rsidRPr="00904071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904071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904071">
              <w:rPr>
                <w:rFonts w:ascii="Poppins" w:hAnsi="Poppins" w:cs="Poppins"/>
                <w:sz w:val="20"/>
              </w:rPr>
              <w:t xml:space="preserve"> 20x2</w:t>
            </w:r>
          </w:p>
          <w:p w14:paraId="77E5A478" w14:textId="77777777" w:rsidR="00A854F0" w:rsidRPr="00904071" w:rsidRDefault="00A854F0" w:rsidP="00A854F0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L=240 m</w:t>
            </w:r>
          </w:p>
        </w:tc>
        <w:tc>
          <w:tcPr>
            <w:tcW w:w="6101" w:type="dxa"/>
          </w:tcPr>
          <w:p w14:paraId="54BA6CF0" w14:textId="77777777" w:rsidR="00893AAD" w:rsidRPr="0028013F" w:rsidRDefault="00893AAD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28013F">
              <w:rPr>
                <w:rFonts w:ascii="Poppins" w:hAnsi="Poppins" w:cs="Poppins"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x 2 (diametro esterno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28013F">
              <w:rPr>
                <w:rFonts w:ascii="Poppins" w:hAnsi="Poppins" w:cs="Poppins"/>
                <w:sz w:val="20"/>
              </w:rPr>
              <w:t xml:space="preserve"> mm; spessore 2 mm)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8013F">
              <w:rPr>
                <w:rFonts w:ascii="Poppins" w:hAnsi="Poppins" w:cs="Poppins"/>
                <w:sz w:val="20"/>
              </w:rPr>
              <w:t>costituito da:</w:t>
            </w:r>
          </w:p>
          <w:p w14:paraId="0EF20516" w14:textId="77777777" w:rsidR="00893AAD" w:rsidRPr="0028013F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interno in polietilene non reticolato (PE-RT)</w:t>
            </w:r>
          </w:p>
          <w:p w14:paraId="75B9E4EC" w14:textId="77777777" w:rsidR="00893AAD" w:rsidRPr="0028013F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interno al tubo di alluminio</w:t>
            </w:r>
          </w:p>
          <w:p w14:paraId="779019F5" w14:textId="77777777" w:rsidR="00893AAD" w:rsidRPr="0028013F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di alluminio saldato in continuo di testa</w:t>
            </w:r>
          </w:p>
          <w:p w14:paraId="6E40BF51" w14:textId="77777777" w:rsidR="00893AAD" w:rsidRPr="0028013F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Strato di connessione che unisce il tubo esterno al tubo di alluminio</w:t>
            </w:r>
          </w:p>
          <w:p w14:paraId="44F8753F" w14:textId="77777777" w:rsidR="00893AAD" w:rsidRPr="0028013F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8013F">
              <w:rPr>
                <w:rFonts w:ascii="Poppins" w:hAnsi="Poppins" w:cs="Poppins"/>
              </w:rPr>
              <w:t>Tubo esterno in polietilene non reticolato (PE-RT)</w:t>
            </w:r>
          </w:p>
          <w:p w14:paraId="0AB6BE3E" w14:textId="77777777" w:rsidR="00893AAD" w:rsidRPr="00904071" w:rsidRDefault="00893AAD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AD0786" w14:textId="77777777" w:rsidR="00893AAD" w:rsidRPr="00C64F36" w:rsidRDefault="00893AAD" w:rsidP="00CC24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64F3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C065F98" w14:textId="77777777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Classi applicative (UNI ISO 21003): 2/10 bar, 5/10 bar</w:t>
            </w:r>
          </w:p>
          <w:p w14:paraId="2B8E21BD" w14:textId="77777777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Temperatura massima di esercizio: 70 °C</w:t>
            </w:r>
          </w:p>
          <w:p w14:paraId="06B10922" w14:textId="77777777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Pressione massima di esercizio: 10 bar</w:t>
            </w:r>
          </w:p>
          <w:p w14:paraId="50B81D0A" w14:textId="77777777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Coefficiente di dilatazione lineare: 0.026 mm/m °C</w:t>
            </w:r>
          </w:p>
          <w:p w14:paraId="423EF19C" w14:textId="77777777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Conducibilità termica: 0.45 W/m °C</w:t>
            </w:r>
          </w:p>
          <w:p w14:paraId="03C7B382" w14:textId="77777777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Raggio minimo di curvatura: 5 x Ø tubo</w:t>
            </w:r>
          </w:p>
          <w:p w14:paraId="1F3E40CB" w14:textId="77777777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Rugosità superficiale del tubo interno: 7µm</w:t>
            </w:r>
          </w:p>
          <w:p w14:paraId="324878EC" w14:textId="77777777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Contenuto di acqua: 0,11 l/m</w:t>
            </w:r>
          </w:p>
          <w:p w14:paraId="2153D306" w14:textId="37D1DF5D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 xml:space="preserve">Lunghezza rotolo: </w:t>
            </w:r>
            <w:r>
              <w:rPr>
                <w:rFonts w:ascii="Poppins" w:hAnsi="Poppins" w:cs="Poppins"/>
              </w:rPr>
              <w:t>240</w:t>
            </w:r>
            <w:r w:rsidRPr="00C64F36">
              <w:rPr>
                <w:rFonts w:ascii="Poppins" w:hAnsi="Poppins" w:cs="Poppins"/>
              </w:rPr>
              <w:t xml:space="preserve"> metri</w:t>
            </w:r>
          </w:p>
          <w:p w14:paraId="27D34621" w14:textId="77777777" w:rsidR="00893AAD" w:rsidRPr="00C64F36" w:rsidRDefault="00893AAD" w:rsidP="00CC24DC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C64F36">
              <w:rPr>
                <w:rFonts w:ascii="Poppins" w:hAnsi="Poppins" w:cs="Poppins"/>
              </w:rPr>
              <w:t>Applicazioni: impianti termici / sanitari</w:t>
            </w:r>
          </w:p>
          <w:p w14:paraId="1EF2E7BD" w14:textId="77777777" w:rsidR="00A854F0" w:rsidRPr="00904071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B1085D" w14:textId="38590F3E" w:rsidR="00A854F0" w:rsidRPr="00904071" w:rsidRDefault="00A854F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E23"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Tubazione Emmeti </w:t>
            </w:r>
            <w:proofErr w:type="spellStart"/>
            <w:r w:rsidRPr="00904071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904071">
              <w:rPr>
                <w:rFonts w:ascii="Poppins" w:hAnsi="Poppins" w:cs="Poppins"/>
                <w:b/>
                <w:sz w:val="20"/>
              </w:rPr>
              <w:t xml:space="preserve"> 20x2 L=240 m o equivalente</w:t>
            </w:r>
            <w:r w:rsidR="0090402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0402F" w:rsidRPr="009279E2" w14:paraId="38F764B6" w14:textId="77777777" w:rsidTr="00904071">
        <w:tc>
          <w:tcPr>
            <w:tcW w:w="1311" w:type="dxa"/>
          </w:tcPr>
          <w:p w14:paraId="07BDF000" w14:textId="1FD13374" w:rsidR="0090402F" w:rsidRPr="00904071" w:rsidRDefault="0090402F" w:rsidP="0090402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28141858</w:t>
            </w:r>
          </w:p>
        </w:tc>
        <w:tc>
          <w:tcPr>
            <w:tcW w:w="2086" w:type="dxa"/>
          </w:tcPr>
          <w:p w14:paraId="3F56563D" w14:textId="7DA17A2B" w:rsidR="0090402F" w:rsidRPr="00904071" w:rsidRDefault="0090402F" w:rsidP="0090402F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904071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904071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904071">
              <w:rPr>
                <w:rFonts w:ascii="Poppins" w:hAnsi="Poppins" w:cs="Poppins"/>
                <w:sz w:val="20"/>
              </w:rPr>
              <w:t>barriera ossigeno 5 strati</w:t>
            </w:r>
          </w:p>
          <w:p w14:paraId="1CACE580" w14:textId="6E37267E" w:rsidR="0090402F" w:rsidRPr="00904071" w:rsidRDefault="0090402F" w:rsidP="0090402F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20x2 L=500 m</w:t>
            </w:r>
          </w:p>
        </w:tc>
        <w:tc>
          <w:tcPr>
            <w:tcW w:w="6101" w:type="dxa"/>
          </w:tcPr>
          <w:p w14:paraId="5CC2FA5D" w14:textId="6B99C9AC" w:rsidR="00020152" w:rsidRPr="00C01A2B" w:rsidRDefault="00020152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 xml:space="preserve">Tubo a 5 strati </w:t>
            </w:r>
            <w:r>
              <w:rPr>
                <w:rFonts w:ascii="Poppins" w:hAnsi="Poppins" w:cs="Poppins"/>
                <w:sz w:val="20"/>
              </w:rPr>
              <w:t>20x2</w:t>
            </w:r>
            <w:r w:rsidRPr="00C01A2B">
              <w:rPr>
                <w:rFonts w:ascii="Poppins" w:hAnsi="Poppins" w:cs="Poppins"/>
                <w:sz w:val="20"/>
              </w:rPr>
              <w:t xml:space="preserve">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3F0B9901" w14:textId="77777777" w:rsidR="00020152" w:rsidRPr="00C01A2B" w:rsidRDefault="00020152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F97F53" w14:textId="77777777" w:rsidR="00020152" w:rsidRPr="00C01A2B" w:rsidRDefault="00020152" w:rsidP="00CC24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0966354" w14:textId="509A48F3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Misura: </w:t>
            </w:r>
            <w:r>
              <w:rPr>
                <w:rFonts w:ascii="Poppins" w:hAnsi="Poppins" w:cs="Poppins"/>
              </w:rPr>
              <w:t>20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746D4EA0" w14:textId="5C854B1B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6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206E4A69" w14:textId="77777777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42296268" w14:textId="77777777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48B0F577" w14:textId="77777777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47C5AD39" w14:textId="77777777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05933921" w14:textId="77777777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7C035D28" w14:textId="77777777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2819D440" w14:textId="77777777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01F05386" w14:textId="07BC8633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</w:t>
            </w:r>
            <w:r w:rsidR="00B2694E">
              <w:rPr>
                <w:rFonts w:ascii="Poppins" w:hAnsi="Poppins" w:cs="Poppins"/>
              </w:rPr>
              <w:t>201 l</w:t>
            </w:r>
            <w:r w:rsidRPr="00C01A2B">
              <w:rPr>
                <w:rFonts w:ascii="Poppins" w:hAnsi="Poppins" w:cs="Poppins"/>
              </w:rPr>
              <w:t>/m</w:t>
            </w:r>
          </w:p>
          <w:p w14:paraId="7BC0FEF6" w14:textId="374E9A71" w:rsidR="00020152" w:rsidRPr="00C01A2B" w:rsidRDefault="00020152" w:rsidP="00CC24DC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</w:t>
            </w:r>
          </w:p>
          <w:p w14:paraId="6056A09A" w14:textId="77777777" w:rsidR="0090402F" w:rsidRPr="00904071" w:rsidRDefault="0090402F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ED2D80" w14:textId="32B4695B" w:rsidR="0090402F" w:rsidRPr="00904071" w:rsidRDefault="0090402F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E23"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904071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barriera ossigeno 5 strati 20x2, lunghezza rotolo 500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54E94" w:rsidRPr="009279E2" w14:paraId="0E9A4FFC" w14:textId="77777777" w:rsidTr="00904071">
        <w:tc>
          <w:tcPr>
            <w:tcW w:w="1311" w:type="dxa"/>
          </w:tcPr>
          <w:p w14:paraId="24E9A782" w14:textId="5D44E9E0" w:rsidR="00854E94" w:rsidRPr="00904071" w:rsidRDefault="00854E94" w:rsidP="0090402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2813447</w:t>
            </w:r>
            <w:r w:rsidR="007661D1">
              <w:rPr>
                <w:rFonts w:ascii="Poppins" w:hAnsi="Poppins" w:cs="Poppins"/>
                <w:sz w:val="20"/>
              </w:rPr>
              <w:t>4</w:t>
            </w:r>
          </w:p>
        </w:tc>
        <w:tc>
          <w:tcPr>
            <w:tcW w:w="2086" w:type="dxa"/>
          </w:tcPr>
          <w:p w14:paraId="2F1FA5A1" w14:textId="55E17516" w:rsidR="00854E94" w:rsidRPr="00AB2EC2" w:rsidRDefault="00854E94" w:rsidP="00854E9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="007661D1">
              <w:rPr>
                <w:rFonts w:ascii="Poppins" w:hAnsi="Poppins" w:cs="Poppins"/>
                <w:sz w:val="20"/>
              </w:rPr>
              <w:t xml:space="preserve">EVOH </w:t>
            </w:r>
            <w:r>
              <w:rPr>
                <w:rFonts w:ascii="Poppins" w:hAnsi="Poppins" w:cs="Poppins"/>
                <w:sz w:val="20"/>
              </w:rPr>
              <w:t>5 strati</w:t>
            </w:r>
          </w:p>
          <w:p w14:paraId="32CBF5F4" w14:textId="7394CC0E" w:rsidR="00854E94" w:rsidRPr="00904071" w:rsidRDefault="00854E94" w:rsidP="00854E9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</w:t>
            </w:r>
            <w:r w:rsidR="007661D1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x2</w:t>
            </w:r>
            <w:r w:rsidRPr="00AB2EC2">
              <w:rPr>
                <w:rFonts w:ascii="Poppins" w:hAnsi="Poppins" w:cs="Poppins"/>
                <w:sz w:val="20"/>
              </w:rPr>
              <w:t xml:space="preserve"> L=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18216BCF" w14:textId="77777777" w:rsidR="00062D94" w:rsidRDefault="00062D94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062D94">
              <w:rPr>
                <w:rFonts w:ascii="Poppins" w:hAnsi="Poppins" w:cs="Poppins"/>
                <w:sz w:val="20"/>
              </w:rPr>
              <w:t>Tubo in polietilene alta densità, reticolato con sistema a perossido, certificato secondo la norma EN ISO 15875-2, dotato di barriera ossigeno in conformità alla norma DIN 4726.</w:t>
            </w:r>
          </w:p>
          <w:p w14:paraId="47700C66" w14:textId="77777777" w:rsidR="002C51C7" w:rsidRDefault="002C51C7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130854" w14:textId="5ABA07BD" w:rsidR="002C51C7" w:rsidRPr="002C51C7" w:rsidRDefault="002C51C7" w:rsidP="00CC24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C51C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531949A" w14:textId="7FEDF2F7" w:rsidR="00062D94" w:rsidRPr="002C51C7" w:rsidRDefault="00062D94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t>Classi applicative (UNI EN ISO 15875-1): 4/6 bar, 5/6 bar</w:t>
            </w:r>
          </w:p>
          <w:p w14:paraId="6A1EBED2" w14:textId="6343E912" w:rsidR="00062D94" w:rsidRPr="002C51C7" w:rsidRDefault="00062D94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t>Permeabilità all'ossigeno: &lt; 0,32 mg/(m2d) a 40°C; &lt; 3,60 mg/(m2d) a 80° C</w:t>
            </w:r>
          </w:p>
          <w:p w14:paraId="4E5217E2" w14:textId="7D7FD236" w:rsidR="00B56DD9" w:rsidRPr="00C01A2B" w:rsidRDefault="00B56DD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</w:t>
            </w:r>
            <w:r>
              <w:rPr>
                <w:rFonts w:ascii="Poppins" w:hAnsi="Poppins" w:cs="Poppins"/>
              </w:rPr>
              <w:t>5</w:t>
            </w:r>
            <w:r w:rsidRPr="00C01A2B">
              <w:rPr>
                <w:rFonts w:ascii="Poppins" w:hAnsi="Poppins" w:cs="Poppins"/>
              </w:rPr>
              <w:t>0 kg/m3</w:t>
            </w:r>
          </w:p>
          <w:p w14:paraId="3E6B0F32" w14:textId="77777777" w:rsidR="00B56DD9" w:rsidRPr="00C01A2B" w:rsidRDefault="00B56DD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2C32BFB1" w14:textId="6019C08D" w:rsidR="00B56DD9" w:rsidRPr="00C01A2B" w:rsidRDefault="00B56DD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Grado di reticolazione: ≥ 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0%</w:t>
            </w:r>
          </w:p>
          <w:p w14:paraId="31F0AA91" w14:textId="68ECFBDC" w:rsidR="00B56DD9" w:rsidRPr="00C01A2B" w:rsidRDefault="00B56DD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</w:t>
            </w:r>
            <w:r>
              <w:rPr>
                <w:rFonts w:ascii="Poppins" w:hAnsi="Poppins" w:cs="Poppins"/>
              </w:rPr>
              <w:t>4</w:t>
            </w:r>
            <w:r w:rsidRPr="00C01A2B">
              <w:rPr>
                <w:rFonts w:ascii="Poppins" w:hAnsi="Poppins" w:cs="Poppins"/>
              </w:rPr>
              <w:t xml:space="preserve">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78CC382A" w14:textId="77777777" w:rsidR="00B56DD9" w:rsidRPr="00C01A2B" w:rsidRDefault="00B56DD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4D93AC00" w14:textId="77777777" w:rsidR="00B56DD9" w:rsidRPr="00C01A2B" w:rsidRDefault="00B56DD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353A68DF" w14:textId="77777777" w:rsidR="00B56DD9" w:rsidRPr="00C01A2B" w:rsidRDefault="00B56DD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</w:t>
            </w:r>
            <w:r>
              <w:rPr>
                <w:rFonts w:ascii="Poppins" w:hAnsi="Poppins" w:cs="Poppins"/>
              </w:rPr>
              <w:t>201 l</w:t>
            </w:r>
            <w:r w:rsidRPr="00C01A2B">
              <w:rPr>
                <w:rFonts w:ascii="Poppins" w:hAnsi="Poppins" w:cs="Poppins"/>
              </w:rPr>
              <w:t>/m</w:t>
            </w:r>
          </w:p>
          <w:p w14:paraId="1CD609EE" w14:textId="77777777" w:rsidR="00B56DD9" w:rsidRPr="00C01A2B" w:rsidRDefault="00B56DD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</w:t>
            </w:r>
          </w:p>
          <w:p w14:paraId="16353FCF" w14:textId="77777777" w:rsidR="00062D94" w:rsidRPr="00062D94" w:rsidRDefault="00062D94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A74F4E" w14:textId="13DDB501" w:rsidR="00854E94" w:rsidRPr="00062D94" w:rsidRDefault="00062D94" w:rsidP="00CC24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2D94">
              <w:rPr>
                <w:rFonts w:ascii="Poppins" w:hAnsi="Poppins" w:cs="Poppins"/>
                <w:b/>
                <w:bCs/>
                <w:sz w:val="20"/>
              </w:rPr>
              <w:t>Marca Emmeti – Modello Tubazione PE-</w:t>
            </w:r>
            <w:proofErr w:type="spellStart"/>
            <w:r w:rsidRPr="00062D94">
              <w:rPr>
                <w:rFonts w:ascii="Poppins" w:hAnsi="Poppins" w:cs="Poppins"/>
                <w:b/>
                <w:bCs/>
                <w:sz w:val="20"/>
              </w:rPr>
              <w:t>Xa</w:t>
            </w:r>
            <w:proofErr w:type="spellEnd"/>
            <w:r w:rsidRPr="00062D94">
              <w:rPr>
                <w:rFonts w:ascii="Poppins" w:hAnsi="Poppins" w:cs="Poppins"/>
                <w:b/>
                <w:bCs/>
                <w:sz w:val="20"/>
              </w:rPr>
              <w:t xml:space="preserve"> barriera ossigeno EVOH 5 strati 20x2 L=500 m o equivalente.</w:t>
            </w:r>
          </w:p>
        </w:tc>
      </w:tr>
      <w:tr w:rsidR="002837F9" w:rsidRPr="009279E2" w14:paraId="31F60386" w14:textId="77777777" w:rsidTr="00904071">
        <w:tc>
          <w:tcPr>
            <w:tcW w:w="1311" w:type="dxa"/>
          </w:tcPr>
          <w:p w14:paraId="71CD09DE" w14:textId="19DD4E17" w:rsidR="002837F9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28134476</w:t>
            </w:r>
          </w:p>
        </w:tc>
        <w:tc>
          <w:tcPr>
            <w:tcW w:w="2086" w:type="dxa"/>
          </w:tcPr>
          <w:p w14:paraId="3F3B2346" w14:textId="77777777" w:rsidR="002837F9" w:rsidRPr="00AB2EC2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EVOH 5 strati</w:t>
            </w:r>
          </w:p>
          <w:p w14:paraId="62008401" w14:textId="3AC5CC91" w:rsidR="002837F9" w:rsidRPr="00AB2EC2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25x2,3</w:t>
            </w:r>
            <w:r w:rsidRPr="00AB2EC2">
              <w:rPr>
                <w:rFonts w:ascii="Poppins" w:hAnsi="Poppins" w:cs="Poppins"/>
                <w:sz w:val="20"/>
              </w:rPr>
              <w:t xml:space="preserve"> L=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77A0FAB" w14:textId="77777777" w:rsidR="002837F9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062D94">
              <w:rPr>
                <w:rFonts w:ascii="Poppins" w:hAnsi="Poppins" w:cs="Poppins"/>
                <w:sz w:val="20"/>
              </w:rPr>
              <w:t>Tubo in polietilene alta densità, reticolato con sistema a perossido, certificato secondo la norma EN ISO 15875-2, dotato di barriera ossigeno in conformità alla norma DIN 4726.</w:t>
            </w:r>
          </w:p>
          <w:p w14:paraId="70B7BE5A" w14:textId="77777777" w:rsidR="002837F9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0E7B7B" w14:textId="77777777" w:rsidR="002837F9" w:rsidRPr="002C51C7" w:rsidRDefault="002837F9" w:rsidP="00CC24D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C51C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AA3F008" w14:textId="77777777" w:rsidR="002837F9" w:rsidRPr="002C51C7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lastRenderedPageBreak/>
              <w:t>Classi applicative (UNI EN ISO 15875-1): 4/6 bar, 5/6 bar</w:t>
            </w:r>
          </w:p>
          <w:p w14:paraId="0E3C2E4A" w14:textId="77777777" w:rsidR="002837F9" w:rsidRPr="002C51C7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2C51C7">
              <w:rPr>
                <w:rFonts w:ascii="Poppins" w:hAnsi="Poppins" w:cs="Poppins"/>
              </w:rPr>
              <w:t>Permeabilità all'ossigeno: &lt; 0,32 mg/(m2d) a 40°C; &lt; 3,60 mg/(m2d) a 80° C</w:t>
            </w:r>
          </w:p>
          <w:p w14:paraId="35C87605" w14:textId="77777777" w:rsidR="002837F9" w:rsidRPr="00C01A2B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</w:t>
            </w:r>
            <w:r>
              <w:rPr>
                <w:rFonts w:ascii="Poppins" w:hAnsi="Poppins" w:cs="Poppins"/>
              </w:rPr>
              <w:t>5</w:t>
            </w:r>
            <w:r w:rsidRPr="00C01A2B">
              <w:rPr>
                <w:rFonts w:ascii="Poppins" w:hAnsi="Poppins" w:cs="Poppins"/>
              </w:rPr>
              <w:t>0 kg/m3</w:t>
            </w:r>
          </w:p>
          <w:p w14:paraId="66646CF0" w14:textId="77777777" w:rsidR="002837F9" w:rsidRPr="00C01A2B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35B42C33" w14:textId="77777777" w:rsidR="002837F9" w:rsidRPr="00C01A2B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Grado di reticolazione: ≥ 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0%</w:t>
            </w:r>
          </w:p>
          <w:p w14:paraId="5C10616A" w14:textId="77777777" w:rsidR="002837F9" w:rsidRPr="00C01A2B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</w:t>
            </w:r>
            <w:r>
              <w:rPr>
                <w:rFonts w:ascii="Poppins" w:hAnsi="Poppins" w:cs="Poppins"/>
              </w:rPr>
              <w:t>4</w:t>
            </w:r>
            <w:r w:rsidRPr="00C01A2B">
              <w:rPr>
                <w:rFonts w:ascii="Poppins" w:hAnsi="Poppins" w:cs="Poppins"/>
              </w:rPr>
              <w:t xml:space="preserve">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7B7604E2" w14:textId="77777777" w:rsidR="002837F9" w:rsidRPr="00C01A2B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79A64916" w14:textId="77777777" w:rsidR="002837F9" w:rsidRPr="00C01A2B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7B4EBBE9" w14:textId="7C4F0C4C" w:rsidR="002837F9" w:rsidRPr="00C01A2B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</w:t>
            </w:r>
            <w:r>
              <w:rPr>
                <w:rFonts w:ascii="Poppins" w:hAnsi="Poppins" w:cs="Poppins"/>
              </w:rPr>
              <w:t>327 l</w:t>
            </w:r>
            <w:r w:rsidRPr="00C01A2B">
              <w:rPr>
                <w:rFonts w:ascii="Poppins" w:hAnsi="Poppins" w:cs="Poppins"/>
              </w:rPr>
              <w:t>/m</w:t>
            </w:r>
          </w:p>
          <w:p w14:paraId="168BE1A4" w14:textId="77777777" w:rsidR="002837F9" w:rsidRPr="00C01A2B" w:rsidRDefault="002837F9" w:rsidP="00CC24DC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</w:t>
            </w:r>
          </w:p>
          <w:p w14:paraId="0F5C1E22" w14:textId="77777777" w:rsidR="002837F9" w:rsidRPr="00062D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D51791" w14:textId="0B345008" w:rsidR="002837F9" w:rsidRPr="00062D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062D94">
              <w:rPr>
                <w:rFonts w:ascii="Poppins" w:hAnsi="Poppins" w:cs="Poppins"/>
                <w:b/>
                <w:bCs/>
                <w:sz w:val="20"/>
              </w:rPr>
              <w:t>Marca Emmeti – Modello Tubazione PE-</w:t>
            </w:r>
            <w:proofErr w:type="spellStart"/>
            <w:r w:rsidRPr="00062D94">
              <w:rPr>
                <w:rFonts w:ascii="Poppins" w:hAnsi="Poppins" w:cs="Poppins"/>
                <w:b/>
                <w:bCs/>
                <w:sz w:val="20"/>
              </w:rPr>
              <w:t>Xa</w:t>
            </w:r>
            <w:proofErr w:type="spellEnd"/>
            <w:r w:rsidRPr="00062D94">
              <w:rPr>
                <w:rFonts w:ascii="Poppins" w:hAnsi="Poppins" w:cs="Poppins"/>
                <w:b/>
                <w:bCs/>
                <w:sz w:val="20"/>
              </w:rPr>
              <w:t xml:space="preserve"> barriera ossigeno EVOH 5 strati 2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062D94">
              <w:rPr>
                <w:rFonts w:ascii="Poppins" w:hAnsi="Poppins" w:cs="Poppins"/>
                <w:b/>
                <w:bCs/>
                <w:sz w:val="20"/>
              </w:rPr>
              <w:t>x2</w:t>
            </w:r>
            <w:r>
              <w:rPr>
                <w:rFonts w:ascii="Poppins" w:hAnsi="Poppins" w:cs="Poppins"/>
                <w:b/>
                <w:bCs/>
                <w:sz w:val="20"/>
              </w:rPr>
              <w:t>,3</w:t>
            </w:r>
            <w:r w:rsidRPr="00062D94">
              <w:rPr>
                <w:rFonts w:ascii="Poppins" w:hAnsi="Poppins" w:cs="Poppins"/>
                <w:b/>
                <w:bCs/>
                <w:sz w:val="20"/>
              </w:rPr>
              <w:t xml:space="preserve"> L=500 m o equivalente.</w:t>
            </w:r>
          </w:p>
        </w:tc>
      </w:tr>
      <w:tr w:rsidR="002837F9" w:rsidRPr="009279E2" w14:paraId="43A639E5" w14:textId="77777777" w:rsidTr="00904071">
        <w:tc>
          <w:tcPr>
            <w:tcW w:w="1311" w:type="dxa"/>
          </w:tcPr>
          <w:p w14:paraId="08CC8C3D" w14:textId="77777777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lastRenderedPageBreak/>
              <w:t>28130484</w:t>
            </w:r>
          </w:p>
        </w:tc>
        <w:tc>
          <w:tcPr>
            <w:tcW w:w="2086" w:type="dxa"/>
          </w:tcPr>
          <w:p w14:paraId="2A2CB523" w14:textId="77777777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102DC34E" w14:textId="77777777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Misura 5x250mm</w:t>
            </w:r>
          </w:p>
          <w:p w14:paraId="46AA34AB" w14:textId="77777777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AB359D8" w14:textId="77777777" w:rsidR="002837F9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1E0BE680" w14:textId="77777777" w:rsidR="00CB64F0" w:rsidRPr="00904071" w:rsidRDefault="00CB64F0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8A5F28" w14:textId="70CC5183" w:rsidR="002837F9" w:rsidRPr="00904071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Dimensioni: spessore 5 mm x altezza 250 mm</w:t>
            </w:r>
          </w:p>
          <w:p w14:paraId="60713109" w14:textId="63D7C599" w:rsidR="002837F9" w:rsidRPr="00904071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m/confezione</w:t>
            </w:r>
            <w:r w:rsidR="00CB64F0">
              <w:rPr>
                <w:rFonts w:ascii="Poppins" w:hAnsi="Poppins" w:cs="Poppins"/>
                <w:sz w:val="20"/>
              </w:rPr>
              <w:t>:</w:t>
            </w:r>
            <w:r w:rsidRPr="00904071">
              <w:rPr>
                <w:rFonts w:ascii="Poppins" w:hAnsi="Poppins" w:cs="Poppins"/>
                <w:sz w:val="20"/>
              </w:rPr>
              <w:t xml:space="preserve"> 50</w:t>
            </w:r>
          </w:p>
          <w:p w14:paraId="71730640" w14:textId="77777777" w:rsidR="002837F9" w:rsidRPr="00904071" w:rsidRDefault="002837F9" w:rsidP="00CC24D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4C3B93D" w14:textId="5E695023" w:rsidR="002837F9" w:rsidRPr="00904071" w:rsidRDefault="002837F9" w:rsidP="00CC24D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90407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04071">
              <w:rPr>
                <w:rFonts w:ascii="Poppins" w:hAnsi="Poppins" w:cs="Poppins"/>
                <w:b/>
                <w:sz w:val="20"/>
              </w:rPr>
              <w:t xml:space="preserve"> – Modello Striscia isolante perimetrale 5x250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74A21" w:rsidRPr="009279E2" w14:paraId="29F74113" w14:textId="77777777" w:rsidTr="00904071">
        <w:tc>
          <w:tcPr>
            <w:tcW w:w="1311" w:type="dxa"/>
          </w:tcPr>
          <w:p w14:paraId="5B07CCC6" w14:textId="4EB6689C" w:rsidR="00874A21" w:rsidRPr="00904071" w:rsidRDefault="00874A21" w:rsidP="00874A2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28130744</w:t>
            </w:r>
          </w:p>
        </w:tc>
        <w:tc>
          <w:tcPr>
            <w:tcW w:w="2086" w:type="dxa"/>
          </w:tcPr>
          <w:p w14:paraId="680D6B73" w14:textId="77777777" w:rsidR="00874A21" w:rsidRPr="00F12594" w:rsidRDefault="00874A21" w:rsidP="00874A2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rinforzata per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</w:p>
          <w:p w14:paraId="5547A5D0" w14:textId="65E00732" w:rsidR="00874A21" w:rsidRPr="00904071" w:rsidRDefault="00874A21" w:rsidP="00874A2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H 42</w:t>
            </w:r>
          </w:p>
        </w:tc>
        <w:tc>
          <w:tcPr>
            <w:tcW w:w="6101" w:type="dxa"/>
          </w:tcPr>
          <w:p w14:paraId="165CD7D1" w14:textId="77777777" w:rsidR="00874A21" w:rsidRDefault="00874A21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 rinforzato,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02D024FA" w14:textId="77777777" w:rsidR="00874A21" w:rsidRDefault="00874A21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273934" w14:textId="77777777" w:rsidR="00874A21" w:rsidRPr="00F12594" w:rsidRDefault="00874A21" w:rsidP="00CC24D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240 pezzi</w:t>
            </w:r>
          </w:p>
          <w:p w14:paraId="29CA4414" w14:textId="77777777" w:rsidR="00874A21" w:rsidRPr="00F12594" w:rsidRDefault="00874A21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H=42</w:t>
            </w:r>
          </w:p>
          <w:p w14:paraId="4FA288F9" w14:textId="77777777" w:rsidR="00874A21" w:rsidRPr="00F12594" w:rsidRDefault="00874A21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F3119C" w14:textId="296DA19F" w:rsidR="00874A21" w:rsidRPr="00904071" w:rsidRDefault="00874A21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rinforzato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42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E1419" w:rsidRPr="009279E2" w14:paraId="3A8F753E" w14:textId="77777777" w:rsidTr="00904071">
        <w:tc>
          <w:tcPr>
            <w:tcW w:w="1311" w:type="dxa"/>
          </w:tcPr>
          <w:p w14:paraId="661C1104" w14:textId="48CA7559" w:rsidR="00DE1419" w:rsidRPr="00F12594" w:rsidRDefault="00DE1419" w:rsidP="00DE141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1A04C568" w14:textId="77777777" w:rsidR="00DE1419" w:rsidRPr="00F12594" w:rsidRDefault="00DE1419" w:rsidP="00DE141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</w:t>
            </w:r>
          </w:p>
          <w:p w14:paraId="4415D3BD" w14:textId="77777777" w:rsidR="00DE1419" w:rsidRPr="00F12594" w:rsidRDefault="00DE1419" w:rsidP="00DE141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5DC5B485" w14:textId="77777777" w:rsidR="00DE1419" w:rsidRPr="00F12594" w:rsidRDefault="00DE1419" w:rsidP="00DE141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468D2E7" w14:textId="77777777" w:rsidR="00DE1419" w:rsidRDefault="00DE141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46FA836" w14:textId="77777777" w:rsidR="00DE1419" w:rsidRPr="00F12594" w:rsidRDefault="00DE1419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94CD40" w14:textId="77777777" w:rsidR="00DE1419" w:rsidRPr="00F12594" w:rsidRDefault="00DE141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5992DB7A" w14:textId="77777777" w:rsidR="00DE1419" w:rsidRPr="00F12594" w:rsidRDefault="00DE1419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AB4C01" w14:textId="71FABF3E" w:rsidR="00DE1419" w:rsidRPr="00F12594" w:rsidRDefault="00DE141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213A2" w:rsidRPr="009279E2" w14:paraId="75CDE7E7" w14:textId="77777777" w:rsidTr="00904071">
        <w:tc>
          <w:tcPr>
            <w:tcW w:w="1311" w:type="dxa"/>
          </w:tcPr>
          <w:p w14:paraId="0D88409C" w14:textId="55EA35FF" w:rsidR="00C213A2" w:rsidRPr="00904071" w:rsidRDefault="00C213A2" w:rsidP="00C213A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15266509" w14:textId="77777777" w:rsidR="00C213A2" w:rsidRPr="00F12594" w:rsidRDefault="00C213A2" w:rsidP="00C213A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7CFEC53C" w14:textId="77777777" w:rsidR="00C213A2" w:rsidRPr="00F12594" w:rsidRDefault="00C213A2" w:rsidP="00C213A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1F85F15B" w14:textId="77777777" w:rsidR="00C213A2" w:rsidRPr="00904071" w:rsidRDefault="00C213A2" w:rsidP="00C213A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BEFE80D" w14:textId="77777777" w:rsidR="00C213A2" w:rsidRDefault="00C213A2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DA63C59" w14:textId="77777777" w:rsidR="00C213A2" w:rsidRPr="00F12594" w:rsidRDefault="00C213A2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660577" w14:textId="77777777" w:rsidR="00C213A2" w:rsidRPr="00F12594" w:rsidRDefault="00C213A2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6DEC65B1" w14:textId="77777777" w:rsidR="00C213A2" w:rsidRPr="00F12594" w:rsidRDefault="00C213A2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5BE787" w14:textId="210631BC" w:rsidR="00C213A2" w:rsidRPr="00904071" w:rsidRDefault="00C213A2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837F9" w:rsidRPr="009279E2" w14:paraId="5C8434C9" w14:textId="77777777" w:rsidTr="00904071">
        <w:tc>
          <w:tcPr>
            <w:tcW w:w="1311" w:type="dxa"/>
          </w:tcPr>
          <w:p w14:paraId="1981C781" w14:textId="6D909188" w:rsidR="002837F9" w:rsidRPr="00F12594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</w:t>
            </w:r>
            <w:r w:rsidR="00573D0E">
              <w:rPr>
                <w:rFonts w:ascii="Poppins" w:hAnsi="Poppins" w:cs="Poppins"/>
                <w:sz w:val="20"/>
              </w:rPr>
              <w:t>028</w:t>
            </w:r>
          </w:p>
        </w:tc>
        <w:tc>
          <w:tcPr>
            <w:tcW w:w="2086" w:type="dxa"/>
          </w:tcPr>
          <w:p w14:paraId="22CF682C" w14:textId="14108A02" w:rsidR="002837F9" w:rsidRPr="00F12594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a rete filo </w:t>
            </w:r>
            <w:r>
              <w:rPr>
                <w:rFonts w:ascii="Poppins" w:hAnsi="Poppins" w:cs="Poppins"/>
                <w:sz w:val="20"/>
              </w:rPr>
              <w:t>6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4071">
              <w:rPr>
                <w:rFonts w:ascii="Poppins" w:hAnsi="Poppins" w:cs="Poppins"/>
                <w:sz w:val="20"/>
              </w:rPr>
              <w:t>Ø 20</w:t>
            </w:r>
          </w:p>
        </w:tc>
        <w:tc>
          <w:tcPr>
            <w:tcW w:w="6101" w:type="dxa"/>
          </w:tcPr>
          <w:p w14:paraId="41096FD2" w14:textId="7D16AFC8" w:rsidR="002837F9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per il fissaggio del tubo al pannello radiante. Da fissare con l’apposito attrezzo automatico fissa clip rete.</w:t>
            </w:r>
          </w:p>
          <w:p w14:paraId="6A628DF4" w14:textId="4ABBAB30" w:rsidR="002837F9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Per diametri pari a 20 mm.</w:t>
            </w:r>
          </w:p>
          <w:p w14:paraId="6FE0198D" w14:textId="77777777" w:rsidR="00573D0E" w:rsidRPr="00F12594" w:rsidRDefault="00573D0E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13B012" w14:textId="55148465" w:rsidR="002837F9" w:rsidRPr="00F125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Rete Ø filo </w:t>
            </w:r>
            <w:r>
              <w:rPr>
                <w:rFonts w:ascii="Poppins" w:hAnsi="Poppins" w:cs="Poppins"/>
                <w:sz w:val="20"/>
              </w:rPr>
              <w:t>6</w:t>
            </w:r>
          </w:p>
          <w:p w14:paraId="685661C7" w14:textId="77777777" w:rsidR="002837F9" w:rsidRPr="00F125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DC1E54" w14:textId="11497CE1" w:rsidR="002837F9" w:rsidRPr="00F125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Clip a rete filo </w:t>
            </w:r>
            <w:r>
              <w:rPr>
                <w:rFonts w:ascii="Poppins" w:hAnsi="Poppins" w:cs="Poppins"/>
                <w:b/>
                <w:sz w:val="20"/>
              </w:rPr>
              <w:t>6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</w:t>
            </w:r>
            <w:r w:rsidR="006B65EB">
              <w:t xml:space="preserve"> </w:t>
            </w:r>
            <w:r w:rsidR="006B65EB" w:rsidRPr="006B65EB">
              <w:rPr>
                <w:rFonts w:ascii="Poppins" w:hAnsi="Poppins" w:cs="Poppins"/>
                <w:b/>
                <w:sz w:val="20"/>
              </w:rPr>
              <w:t>Ø 20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837F9" w:rsidRPr="009279E2" w14:paraId="320AFBA3" w14:textId="77777777" w:rsidTr="00904071">
        <w:tc>
          <w:tcPr>
            <w:tcW w:w="1311" w:type="dxa"/>
          </w:tcPr>
          <w:p w14:paraId="47342161" w14:textId="5DD056F6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>6</w:t>
            </w:r>
          </w:p>
        </w:tc>
        <w:tc>
          <w:tcPr>
            <w:tcW w:w="2086" w:type="dxa"/>
          </w:tcPr>
          <w:p w14:paraId="078F95FC" w14:textId="110DB490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a rete filo </w:t>
            </w:r>
            <w:r>
              <w:rPr>
                <w:rFonts w:ascii="Poppins" w:hAnsi="Poppins" w:cs="Poppins"/>
                <w:sz w:val="20"/>
              </w:rPr>
              <w:t>6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04071">
              <w:rPr>
                <w:rFonts w:ascii="Poppins" w:hAnsi="Poppins" w:cs="Poppins"/>
                <w:sz w:val="20"/>
              </w:rPr>
              <w:t>Ø 2</w:t>
            </w:r>
            <w:r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6101" w:type="dxa"/>
          </w:tcPr>
          <w:p w14:paraId="73A6F4B1" w14:textId="77777777" w:rsidR="002837F9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rete per il fissaggio del tubo al pannello radiante. Da fissare con l’apposito attrezzo automatico fissa clip rete.</w:t>
            </w:r>
          </w:p>
          <w:p w14:paraId="67062B66" w14:textId="653F4BF5" w:rsidR="002837F9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Per diametri pari a 25 mm.</w:t>
            </w:r>
          </w:p>
          <w:p w14:paraId="35D5A2EE" w14:textId="77777777" w:rsidR="00573D0E" w:rsidRPr="00F12594" w:rsidRDefault="00573D0E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BBE70E" w14:textId="77777777" w:rsidR="002837F9" w:rsidRPr="00F125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Rete Ø filo </w:t>
            </w:r>
            <w:r>
              <w:rPr>
                <w:rFonts w:ascii="Poppins" w:hAnsi="Poppins" w:cs="Poppins"/>
                <w:sz w:val="20"/>
              </w:rPr>
              <w:t>6</w:t>
            </w:r>
          </w:p>
          <w:p w14:paraId="2D9BFFB8" w14:textId="77777777" w:rsidR="002837F9" w:rsidRPr="00F125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CF8416" w14:textId="3E5729B8" w:rsidR="002837F9" w:rsidRPr="00904071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Clip a rete filo </w:t>
            </w:r>
            <w:r>
              <w:rPr>
                <w:rFonts w:ascii="Poppins" w:hAnsi="Poppins" w:cs="Poppins"/>
                <w:b/>
                <w:sz w:val="20"/>
              </w:rPr>
              <w:t>6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</w:t>
            </w:r>
            <w:r w:rsidR="006B65EB">
              <w:t xml:space="preserve"> </w:t>
            </w:r>
            <w:r w:rsidR="006B65EB" w:rsidRPr="006B65EB">
              <w:rPr>
                <w:rFonts w:ascii="Poppins" w:hAnsi="Poppins" w:cs="Poppins"/>
                <w:b/>
                <w:sz w:val="20"/>
              </w:rPr>
              <w:t>Ø 2</w:t>
            </w:r>
            <w:r w:rsidR="006B65EB">
              <w:rPr>
                <w:rFonts w:ascii="Poppins" w:hAnsi="Poppins" w:cs="Poppins"/>
                <w:b/>
                <w:sz w:val="20"/>
              </w:rPr>
              <w:t>5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66B60" w:rsidRPr="009279E2" w14:paraId="523A92AF" w14:textId="77777777" w:rsidTr="00904071">
        <w:tc>
          <w:tcPr>
            <w:tcW w:w="1311" w:type="dxa"/>
          </w:tcPr>
          <w:p w14:paraId="3FA4CEDE" w14:textId="793244A6" w:rsidR="00766B60" w:rsidRPr="00904071" w:rsidRDefault="00766B60" w:rsidP="00766B6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4454</w:t>
            </w:r>
          </w:p>
        </w:tc>
        <w:tc>
          <w:tcPr>
            <w:tcW w:w="2086" w:type="dxa"/>
          </w:tcPr>
          <w:p w14:paraId="16CB5C9E" w14:textId="77777777" w:rsidR="00766B60" w:rsidRPr="00C46132" w:rsidRDefault="00766B60" w:rsidP="00766B60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30A0FAEF" w14:textId="12ACC6A9" w:rsidR="00766B60" w:rsidRPr="007F0D2F" w:rsidRDefault="00766B60" w:rsidP="00766B60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>H 4</w:t>
            </w:r>
            <w:r>
              <w:rPr>
                <w:rFonts w:ascii="Poppins" w:hAnsi="Poppins" w:cs="Poppins"/>
                <w:sz w:val="20"/>
                <w:lang w:val="sv-SE"/>
              </w:rPr>
              <w:t>2</w:t>
            </w:r>
          </w:p>
        </w:tc>
        <w:tc>
          <w:tcPr>
            <w:tcW w:w="6101" w:type="dxa"/>
          </w:tcPr>
          <w:p w14:paraId="0D0E73D4" w14:textId="77777777" w:rsidR="00766B60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7E7E3B24" w14:textId="77777777" w:rsidR="00766B60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AFDDF2" w14:textId="77777777" w:rsidR="00766B60" w:rsidRPr="00F12594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34E26F25" w14:textId="77777777" w:rsidR="00766B60" w:rsidRPr="00F12594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H=4</w:t>
            </w:r>
            <w:r>
              <w:rPr>
                <w:rFonts w:ascii="Poppins" w:hAnsi="Poppins" w:cs="Poppins"/>
                <w:sz w:val="20"/>
              </w:rPr>
              <w:t>2</w:t>
            </w:r>
          </w:p>
          <w:p w14:paraId="6DCEBD4C" w14:textId="77777777" w:rsidR="00766B60" w:rsidRPr="00F12594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428D7B" w14:textId="2F410B2A" w:rsidR="00766B60" w:rsidRPr="00904071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4</w:t>
            </w:r>
            <w:r>
              <w:rPr>
                <w:rFonts w:ascii="Poppins" w:hAnsi="Poppins" w:cs="Poppins"/>
                <w:b/>
                <w:sz w:val="20"/>
              </w:rPr>
              <w:t>2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66B60" w:rsidRPr="009279E2" w14:paraId="7D2AC905" w14:textId="77777777" w:rsidTr="00904071">
        <w:tc>
          <w:tcPr>
            <w:tcW w:w="1311" w:type="dxa"/>
          </w:tcPr>
          <w:p w14:paraId="3B3C05E6" w14:textId="1B82F277" w:rsidR="00766B60" w:rsidRPr="00904071" w:rsidRDefault="00766B60" w:rsidP="00766B6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4460</w:t>
            </w:r>
          </w:p>
        </w:tc>
        <w:tc>
          <w:tcPr>
            <w:tcW w:w="2086" w:type="dxa"/>
          </w:tcPr>
          <w:p w14:paraId="54114298" w14:textId="77777777" w:rsidR="00766B60" w:rsidRPr="00C46132" w:rsidRDefault="00766B60" w:rsidP="00766B60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Clip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fissatubo</w:t>
            </w:r>
            <w:proofErr w:type="spellEnd"/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 per </w:t>
            </w:r>
            <w:proofErr w:type="spellStart"/>
            <w:r w:rsidRPr="00C46132">
              <w:rPr>
                <w:rFonts w:ascii="Poppins" w:hAnsi="Poppins" w:cs="Poppins"/>
                <w:sz w:val="20"/>
                <w:lang w:val="sv-SE"/>
              </w:rPr>
              <w:t>Tacker</w:t>
            </w:r>
            <w:proofErr w:type="spellEnd"/>
          </w:p>
          <w:p w14:paraId="08BB2ED6" w14:textId="3534A8FF" w:rsidR="00766B60" w:rsidRPr="007F0D2F" w:rsidRDefault="00766B60" w:rsidP="00766B60">
            <w:pPr>
              <w:jc w:val="center"/>
              <w:rPr>
                <w:rFonts w:ascii="Poppins" w:hAnsi="Poppins" w:cs="Poppins"/>
                <w:sz w:val="20"/>
                <w:lang w:val="sv-SE"/>
              </w:rPr>
            </w:pPr>
            <w:r w:rsidRPr="00C46132">
              <w:rPr>
                <w:rFonts w:ascii="Poppins" w:hAnsi="Poppins" w:cs="Poppins"/>
                <w:sz w:val="20"/>
                <w:lang w:val="sv-SE"/>
              </w:rPr>
              <w:t xml:space="preserve">H </w:t>
            </w:r>
            <w:r>
              <w:rPr>
                <w:rFonts w:ascii="Poppins" w:hAnsi="Poppins" w:cs="Poppins"/>
                <w:sz w:val="20"/>
                <w:lang w:val="sv-SE"/>
              </w:rPr>
              <w:t>38</w:t>
            </w:r>
          </w:p>
        </w:tc>
        <w:tc>
          <w:tcPr>
            <w:tcW w:w="6101" w:type="dxa"/>
          </w:tcPr>
          <w:p w14:paraId="0CF64E51" w14:textId="77777777" w:rsidR="00766B60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in materiale plastico, per il fissaggio dei tubi al pannello Plan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utilizzando il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Tacker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6027409B" w14:textId="77777777" w:rsidR="00766B60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E66993" w14:textId="77777777" w:rsidR="00766B60" w:rsidRPr="00F12594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Confezione da 300 pezzi</w:t>
            </w:r>
          </w:p>
          <w:p w14:paraId="0E6D227E" w14:textId="77777777" w:rsidR="00766B60" w:rsidRPr="00F12594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Altezza: H=</w:t>
            </w:r>
            <w:r>
              <w:rPr>
                <w:rFonts w:ascii="Poppins" w:hAnsi="Poppins" w:cs="Poppins"/>
                <w:sz w:val="20"/>
              </w:rPr>
              <w:t>38</w:t>
            </w:r>
          </w:p>
          <w:p w14:paraId="0BD0F971" w14:textId="77777777" w:rsidR="00766B60" w:rsidRPr="00F12594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0078E6" w14:textId="6AFE2A55" w:rsidR="00766B60" w:rsidRPr="00904071" w:rsidRDefault="00766B60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per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Tacker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H </w:t>
            </w:r>
            <w:r>
              <w:rPr>
                <w:rFonts w:ascii="Poppins" w:hAnsi="Poppins" w:cs="Poppins"/>
                <w:b/>
                <w:sz w:val="20"/>
              </w:rPr>
              <w:t>38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1ADA" w:rsidRPr="009279E2" w14:paraId="5DFF575D" w14:textId="77777777" w:rsidTr="00904071">
        <w:tc>
          <w:tcPr>
            <w:tcW w:w="1311" w:type="dxa"/>
          </w:tcPr>
          <w:p w14:paraId="2C1A1CBE" w14:textId="0D059703" w:rsidR="00541ADA" w:rsidRPr="00904071" w:rsidRDefault="00541ADA" w:rsidP="00541AD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28130725</w:t>
            </w:r>
          </w:p>
        </w:tc>
        <w:tc>
          <w:tcPr>
            <w:tcW w:w="2086" w:type="dxa"/>
          </w:tcPr>
          <w:p w14:paraId="6571A916" w14:textId="77777777" w:rsidR="00541ADA" w:rsidRPr="00F12594" w:rsidRDefault="00541ADA" w:rsidP="00541AD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per ancoraggio tubi </w:t>
            </w:r>
          </w:p>
          <w:p w14:paraId="61A92E15" w14:textId="5470A880" w:rsidR="00541ADA" w:rsidRPr="00904071" w:rsidRDefault="00541ADA" w:rsidP="00541A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17-20-25</w:t>
            </w:r>
          </w:p>
        </w:tc>
        <w:tc>
          <w:tcPr>
            <w:tcW w:w="6101" w:type="dxa"/>
          </w:tcPr>
          <w:p w14:paraId="0B879BD1" w14:textId="65B4FBF4" w:rsidR="00541ADA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per ancoraggio dei tubi con diametro da 17,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sz w:val="20"/>
              </w:rPr>
              <w:t>20 e 25 mm.</w:t>
            </w:r>
          </w:p>
          <w:p w14:paraId="6C716A0E" w14:textId="77777777" w:rsidR="00541ADA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10 cm.</w:t>
            </w:r>
          </w:p>
          <w:p w14:paraId="55FE8B37" w14:textId="77777777" w:rsidR="00541ADA" w:rsidRPr="00F12594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2FA369" w14:textId="77777777" w:rsidR="00541ADA" w:rsidRPr="00F12594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40 x 50 mm</w:t>
            </w:r>
          </w:p>
          <w:p w14:paraId="3B9CB23C" w14:textId="77777777" w:rsidR="00541ADA" w:rsidRPr="00F12594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3727D2" w14:textId="056E7F64" w:rsidR="00541ADA" w:rsidRPr="00904071" w:rsidRDefault="00541ADA" w:rsidP="00CC24D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–Guida per ancoraggio tubi Ø 17-20-25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1ADA" w:rsidRPr="009279E2" w14:paraId="463E2D6C" w14:textId="77777777" w:rsidTr="00904071">
        <w:tc>
          <w:tcPr>
            <w:tcW w:w="1311" w:type="dxa"/>
          </w:tcPr>
          <w:p w14:paraId="27C76DD8" w14:textId="2AAA4423" w:rsidR="00541ADA" w:rsidRPr="00904071" w:rsidRDefault="00541ADA" w:rsidP="00541AD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28130740</w:t>
            </w:r>
          </w:p>
        </w:tc>
        <w:tc>
          <w:tcPr>
            <w:tcW w:w="2086" w:type="dxa"/>
          </w:tcPr>
          <w:p w14:paraId="0CBE5C94" w14:textId="77777777" w:rsidR="00541ADA" w:rsidRPr="00F12594" w:rsidRDefault="00541ADA" w:rsidP="00541ADA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Guida con base adesiva per ancoraggio tubi </w:t>
            </w:r>
          </w:p>
          <w:p w14:paraId="75E18F0C" w14:textId="7DF23F9A" w:rsidR="00541ADA" w:rsidRPr="00904071" w:rsidRDefault="00541ADA" w:rsidP="00541A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17-20-25</w:t>
            </w:r>
          </w:p>
        </w:tc>
        <w:tc>
          <w:tcPr>
            <w:tcW w:w="6101" w:type="dxa"/>
          </w:tcPr>
          <w:p w14:paraId="0D4CB075" w14:textId="27B6C051" w:rsidR="00541ADA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Guida modulare con base adesiva per ancoraggio dei tubi con diametro da 17,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sz w:val="20"/>
              </w:rPr>
              <w:t>20 e 25 mm.</w:t>
            </w:r>
          </w:p>
          <w:p w14:paraId="521A28E8" w14:textId="77777777" w:rsidR="00541ADA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Passo minimo 10 cm.</w:t>
            </w:r>
          </w:p>
          <w:p w14:paraId="50A03328" w14:textId="77777777" w:rsidR="00541ADA" w:rsidRPr="00F12594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D76E6F" w14:textId="77777777" w:rsidR="00541ADA" w:rsidRPr="00F12594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1000 x 40 x 50 mm</w:t>
            </w:r>
          </w:p>
          <w:p w14:paraId="5FB45730" w14:textId="77777777" w:rsidR="00541ADA" w:rsidRPr="00F12594" w:rsidRDefault="00541ADA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2D345A" w14:textId="2481B57D" w:rsidR="00541ADA" w:rsidRPr="00904071" w:rsidRDefault="00541ADA" w:rsidP="00CC24D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–Guida con base adesiva per ancoraggio tubi Ø 17-20-25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26DB7" w:rsidRPr="009279E2" w14:paraId="2C7051B9" w14:textId="77777777" w:rsidTr="00904071">
        <w:tc>
          <w:tcPr>
            <w:tcW w:w="1311" w:type="dxa"/>
          </w:tcPr>
          <w:p w14:paraId="31C5B862" w14:textId="2A016484" w:rsidR="00426DB7" w:rsidRPr="00F12594" w:rsidRDefault="00426DB7" w:rsidP="00426D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093F5D40" w14:textId="1279E3AA" w:rsidR="00426DB7" w:rsidRPr="00F12594" w:rsidRDefault="00426DB7" w:rsidP="00426D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691F9DB6" w14:textId="77777777" w:rsidR="00426DB7" w:rsidRDefault="00426DB7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7CF24EB7" w14:textId="77777777" w:rsidR="00426DB7" w:rsidRPr="00F12594" w:rsidRDefault="00426DB7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C2CF7E" w14:textId="77777777" w:rsidR="00426DB7" w:rsidRPr="00F12594" w:rsidRDefault="00426DB7" w:rsidP="00CC24D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2A9F0F48" w14:textId="77777777" w:rsidR="00426DB7" w:rsidRPr="00F12594" w:rsidRDefault="00426DB7" w:rsidP="00CC24D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EE904F7" w14:textId="331A1666" w:rsidR="00426DB7" w:rsidRPr="00F12594" w:rsidRDefault="00426DB7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26DB7" w:rsidRPr="009279E2" w14:paraId="747E7308" w14:textId="77777777" w:rsidTr="00904071">
        <w:tc>
          <w:tcPr>
            <w:tcW w:w="1311" w:type="dxa"/>
          </w:tcPr>
          <w:p w14:paraId="408A001F" w14:textId="0ADA0759" w:rsidR="00426DB7" w:rsidRPr="00F12594" w:rsidRDefault="00426DB7" w:rsidP="00426D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0933791C" w14:textId="69588EF6" w:rsidR="00426DB7" w:rsidRPr="00F12594" w:rsidRDefault="00426DB7" w:rsidP="00426DB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057164F6" w14:textId="44BB62E6" w:rsidR="00426DB7" w:rsidRPr="00F12594" w:rsidRDefault="00426DB7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A3AF2ED" w14:textId="77777777" w:rsidR="00426DB7" w:rsidRPr="00F12594" w:rsidRDefault="00426DB7" w:rsidP="00CC24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B9E477" w14:textId="72866BD3" w:rsidR="00426DB7" w:rsidRPr="00F12594" w:rsidRDefault="00426DB7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837F9" w:rsidRPr="009279E2" w14:paraId="36E40C1A" w14:textId="77777777" w:rsidTr="00904071">
        <w:tc>
          <w:tcPr>
            <w:tcW w:w="1311" w:type="dxa"/>
          </w:tcPr>
          <w:p w14:paraId="5A616212" w14:textId="77777777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28130748</w:t>
            </w:r>
          </w:p>
        </w:tc>
        <w:tc>
          <w:tcPr>
            <w:tcW w:w="2086" w:type="dxa"/>
          </w:tcPr>
          <w:p w14:paraId="64FC4492" w14:textId="2B2D627B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per tubi di diametro </w:t>
            </w:r>
            <w:r>
              <w:rPr>
                <w:rFonts w:ascii="Poppins" w:hAnsi="Poppins" w:cs="Poppins"/>
                <w:sz w:val="20"/>
              </w:rPr>
              <w:t>25 mm</w:t>
            </w:r>
          </w:p>
        </w:tc>
        <w:tc>
          <w:tcPr>
            <w:tcW w:w="6101" w:type="dxa"/>
          </w:tcPr>
          <w:p w14:paraId="1077569A" w14:textId="77777777" w:rsidR="002837F9" w:rsidRPr="00F125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in materiale plastico, rinforzato con fibre di vetro.</w:t>
            </w:r>
          </w:p>
          <w:p w14:paraId="4D42100F" w14:textId="63CDE912" w:rsidR="002837F9" w:rsidRPr="00F125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Indicata per tubi in PE-X di diametro </w:t>
            </w:r>
            <w:r>
              <w:rPr>
                <w:rFonts w:ascii="Poppins" w:hAnsi="Poppins" w:cs="Poppins"/>
                <w:sz w:val="20"/>
              </w:rPr>
              <w:t>25</w:t>
            </w:r>
            <w:r w:rsidRPr="00F12594">
              <w:rPr>
                <w:rFonts w:ascii="Poppins" w:hAnsi="Poppins" w:cs="Poppins"/>
                <w:sz w:val="20"/>
              </w:rPr>
              <w:t xml:space="preserve"> mm.</w:t>
            </w:r>
          </w:p>
          <w:p w14:paraId="7A6EFF8A" w14:textId="77777777" w:rsidR="002837F9" w:rsidRPr="00F12594" w:rsidRDefault="002837F9" w:rsidP="00CC24D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73B499" w14:textId="2DBC8FE4" w:rsidR="002837F9" w:rsidRPr="00904071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</w:t>
            </w:r>
            <w:r>
              <w:rPr>
                <w:rFonts w:ascii="Poppins" w:hAnsi="Poppins" w:cs="Poppins"/>
                <w:b/>
                <w:sz w:val="20"/>
              </w:rPr>
              <w:t>25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837F9" w:rsidRPr="009279E2" w14:paraId="3675B77C" w14:textId="77777777" w:rsidTr="00904071">
        <w:tc>
          <w:tcPr>
            <w:tcW w:w="1311" w:type="dxa"/>
          </w:tcPr>
          <w:p w14:paraId="65B115F6" w14:textId="77777777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904071">
              <w:rPr>
                <w:rFonts w:ascii="Poppins" w:hAnsi="Poppins" w:cs="Poppins"/>
                <w:sz w:val="20"/>
              </w:rPr>
              <w:t>28130027</w:t>
            </w:r>
          </w:p>
        </w:tc>
        <w:tc>
          <w:tcPr>
            <w:tcW w:w="2086" w:type="dxa"/>
          </w:tcPr>
          <w:p w14:paraId="55A47A5F" w14:textId="3499C6B9" w:rsidR="002837F9" w:rsidRPr="00904071" w:rsidRDefault="002837F9" w:rsidP="002837F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</w:t>
            </w:r>
            <w:r>
              <w:rPr>
                <w:rFonts w:ascii="Poppins" w:hAnsi="Poppins" w:cs="Poppins"/>
                <w:sz w:val="20"/>
              </w:rPr>
              <w:t xml:space="preserve"> 20 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</w:tc>
        <w:tc>
          <w:tcPr>
            <w:tcW w:w="6101" w:type="dxa"/>
          </w:tcPr>
          <w:p w14:paraId="05983602" w14:textId="77777777" w:rsidR="002837F9" w:rsidRPr="00F125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3B5C9596" w14:textId="780D5668" w:rsidR="002837F9" w:rsidRPr="00F12594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20 mm alla base dei collettori.</w:t>
            </w:r>
          </w:p>
          <w:p w14:paraId="69E3716F" w14:textId="77777777" w:rsidR="002837F9" w:rsidRPr="00F12594" w:rsidRDefault="002837F9" w:rsidP="00CC24D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29D453C" w14:textId="4386A2E8" w:rsidR="002837F9" w:rsidRPr="00904071" w:rsidRDefault="002837F9" w:rsidP="00CC24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</w:t>
            </w:r>
            <w:r>
              <w:rPr>
                <w:rFonts w:ascii="Poppins" w:hAnsi="Poppins" w:cs="Poppins"/>
                <w:b/>
                <w:sz w:val="20"/>
              </w:rPr>
              <w:t>20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4A8BA180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17881" w14:textId="77777777" w:rsidR="005A1CBF" w:rsidRDefault="005A1CBF">
      <w:r>
        <w:separator/>
      </w:r>
    </w:p>
  </w:endnote>
  <w:endnote w:type="continuationSeparator" w:id="0">
    <w:p w14:paraId="33814D4B" w14:textId="77777777" w:rsidR="005A1CBF" w:rsidRDefault="005A1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340C2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20FD952A" w14:textId="77777777" w:rsidTr="004706FD">
      <w:tc>
        <w:tcPr>
          <w:tcW w:w="4534" w:type="dxa"/>
        </w:tcPr>
        <w:p w14:paraId="24383203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904071">
            <w:rPr>
              <w:rFonts w:ascii="Poppins" w:hAnsi="Poppins" w:cs="Poppins"/>
              <w:iCs/>
              <w:noProof/>
              <w:sz w:val="16"/>
            </w:rPr>
            <w:t>Sistema Emmeti Industrial Floor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AE36745" w14:textId="7509AB99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716CCE">
            <w:rPr>
              <w:rFonts w:ascii="Poppins" w:hAnsi="Poppins" w:cs="Poppins"/>
              <w:noProof/>
              <w:sz w:val="14"/>
              <w:szCs w:val="14"/>
            </w:rPr>
            <w:t>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B503098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D803401" wp14:editId="0A57C45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4F833" w14:textId="77777777" w:rsidR="005A1CBF" w:rsidRDefault="005A1CBF">
      <w:r>
        <w:separator/>
      </w:r>
    </w:p>
  </w:footnote>
  <w:footnote w:type="continuationSeparator" w:id="0">
    <w:p w14:paraId="1787BAB8" w14:textId="77777777" w:rsidR="005A1CBF" w:rsidRDefault="005A1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417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58F37E4" wp14:editId="1260253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2B9268BD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AC8E8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277F1"/>
    <w:multiLevelType w:val="hybridMultilevel"/>
    <w:tmpl w:val="621895D2"/>
    <w:lvl w:ilvl="0" w:tplc="B1C086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A40DB"/>
    <w:multiLevelType w:val="hybridMultilevel"/>
    <w:tmpl w:val="BD38A03C"/>
    <w:lvl w:ilvl="0" w:tplc="B1C086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F53FC"/>
    <w:multiLevelType w:val="hybridMultilevel"/>
    <w:tmpl w:val="740EA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235D4"/>
    <w:multiLevelType w:val="hybridMultilevel"/>
    <w:tmpl w:val="81B6C3DC"/>
    <w:lvl w:ilvl="0" w:tplc="B1C0863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985007">
    <w:abstractNumId w:val="15"/>
  </w:num>
  <w:num w:numId="2" w16cid:durableId="85809046">
    <w:abstractNumId w:val="14"/>
  </w:num>
  <w:num w:numId="3" w16cid:durableId="1023215024">
    <w:abstractNumId w:val="5"/>
  </w:num>
  <w:num w:numId="4" w16cid:durableId="545920194">
    <w:abstractNumId w:val="3"/>
  </w:num>
  <w:num w:numId="5" w16cid:durableId="1024139069">
    <w:abstractNumId w:val="10"/>
  </w:num>
  <w:num w:numId="6" w16cid:durableId="1730375658">
    <w:abstractNumId w:val="9"/>
  </w:num>
  <w:num w:numId="7" w16cid:durableId="52195156">
    <w:abstractNumId w:val="7"/>
  </w:num>
  <w:num w:numId="8" w16cid:durableId="2073700028">
    <w:abstractNumId w:val="9"/>
  </w:num>
  <w:num w:numId="9" w16cid:durableId="338505466">
    <w:abstractNumId w:val="0"/>
  </w:num>
  <w:num w:numId="10" w16cid:durableId="1036393090">
    <w:abstractNumId w:val="9"/>
  </w:num>
  <w:num w:numId="11" w16cid:durableId="444079202">
    <w:abstractNumId w:val="17"/>
  </w:num>
  <w:num w:numId="12" w16cid:durableId="1103499389">
    <w:abstractNumId w:val="20"/>
  </w:num>
  <w:num w:numId="13" w16cid:durableId="969169401">
    <w:abstractNumId w:val="16"/>
  </w:num>
  <w:num w:numId="14" w16cid:durableId="1568490702">
    <w:abstractNumId w:val="8"/>
  </w:num>
  <w:num w:numId="15" w16cid:durableId="401022630">
    <w:abstractNumId w:val="18"/>
  </w:num>
  <w:num w:numId="16" w16cid:durableId="1461260384">
    <w:abstractNumId w:val="21"/>
  </w:num>
  <w:num w:numId="17" w16cid:durableId="2057586010">
    <w:abstractNumId w:val="22"/>
  </w:num>
  <w:num w:numId="18" w16cid:durableId="567612870">
    <w:abstractNumId w:val="19"/>
  </w:num>
  <w:num w:numId="19" w16cid:durableId="1681158247">
    <w:abstractNumId w:val="1"/>
  </w:num>
  <w:num w:numId="20" w16cid:durableId="252209797">
    <w:abstractNumId w:val="2"/>
  </w:num>
  <w:num w:numId="21" w16cid:durableId="1788963325">
    <w:abstractNumId w:val="11"/>
  </w:num>
  <w:num w:numId="22" w16cid:durableId="850605168">
    <w:abstractNumId w:val="23"/>
  </w:num>
  <w:num w:numId="23" w16cid:durableId="2140606889">
    <w:abstractNumId w:val="12"/>
  </w:num>
  <w:num w:numId="24" w16cid:durableId="1982689239">
    <w:abstractNumId w:val="13"/>
  </w:num>
  <w:num w:numId="25" w16cid:durableId="601449622">
    <w:abstractNumId w:val="6"/>
  </w:num>
  <w:num w:numId="26" w16cid:durableId="1292832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0152"/>
    <w:rsid w:val="00062D94"/>
    <w:rsid w:val="0009136B"/>
    <w:rsid w:val="000B6932"/>
    <w:rsid w:val="000C52FA"/>
    <w:rsid w:val="000F7A52"/>
    <w:rsid w:val="00103A0D"/>
    <w:rsid w:val="001441C6"/>
    <w:rsid w:val="001450AB"/>
    <w:rsid w:val="001620E3"/>
    <w:rsid w:val="00171DAE"/>
    <w:rsid w:val="00195A49"/>
    <w:rsid w:val="001D365F"/>
    <w:rsid w:val="001F782F"/>
    <w:rsid w:val="0023000E"/>
    <w:rsid w:val="002346C2"/>
    <w:rsid w:val="00264BCF"/>
    <w:rsid w:val="0026668B"/>
    <w:rsid w:val="0028013F"/>
    <w:rsid w:val="002837F9"/>
    <w:rsid w:val="0028448D"/>
    <w:rsid w:val="002862D2"/>
    <w:rsid w:val="002B5D63"/>
    <w:rsid w:val="002C51C7"/>
    <w:rsid w:val="002F7EEA"/>
    <w:rsid w:val="00304518"/>
    <w:rsid w:val="003333BC"/>
    <w:rsid w:val="00344430"/>
    <w:rsid w:val="003524C7"/>
    <w:rsid w:val="00356A64"/>
    <w:rsid w:val="00357812"/>
    <w:rsid w:val="00365710"/>
    <w:rsid w:val="00372ECE"/>
    <w:rsid w:val="003D47C9"/>
    <w:rsid w:val="0040589C"/>
    <w:rsid w:val="00426DB7"/>
    <w:rsid w:val="004272FC"/>
    <w:rsid w:val="00433C12"/>
    <w:rsid w:val="0044592F"/>
    <w:rsid w:val="00445EF8"/>
    <w:rsid w:val="00447EFC"/>
    <w:rsid w:val="004706FD"/>
    <w:rsid w:val="00474537"/>
    <w:rsid w:val="0048382E"/>
    <w:rsid w:val="00486892"/>
    <w:rsid w:val="004F1A26"/>
    <w:rsid w:val="005235FA"/>
    <w:rsid w:val="00525BAE"/>
    <w:rsid w:val="00530F9B"/>
    <w:rsid w:val="005315F1"/>
    <w:rsid w:val="00536743"/>
    <w:rsid w:val="00541ADA"/>
    <w:rsid w:val="00562E55"/>
    <w:rsid w:val="00573D0E"/>
    <w:rsid w:val="00584984"/>
    <w:rsid w:val="00585DA4"/>
    <w:rsid w:val="005A1CBF"/>
    <w:rsid w:val="005C61B9"/>
    <w:rsid w:val="005E1169"/>
    <w:rsid w:val="006015C2"/>
    <w:rsid w:val="006040F5"/>
    <w:rsid w:val="00610639"/>
    <w:rsid w:val="00620C00"/>
    <w:rsid w:val="00665813"/>
    <w:rsid w:val="006B218C"/>
    <w:rsid w:val="006B29B1"/>
    <w:rsid w:val="006B65EB"/>
    <w:rsid w:val="006C14CB"/>
    <w:rsid w:val="006D044B"/>
    <w:rsid w:val="006D4FDF"/>
    <w:rsid w:val="006E5C4B"/>
    <w:rsid w:val="006F1812"/>
    <w:rsid w:val="006F6AB3"/>
    <w:rsid w:val="00710BB8"/>
    <w:rsid w:val="00716CCE"/>
    <w:rsid w:val="00725A49"/>
    <w:rsid w:val="00727388"/>
    <w:rsid w:val="0073789C"/>
    <w:rsid w:val="00745AB1"/>
    <w:rsid w:val="0074712F"/>
    <w:rsid w:val="00757AC7"/>
    <w:rsid w:val="007661D1"/>
    <w:rsid w:val="00766B60"/>
    <w:rsid w:val="00782096"/>
    <w:rsid w:val="007B48E4"/>
    <w:rsid w:val="007B5BA3"/>
    <w:rsid w:val="007B6505"/>
    <w:rsid w:val="007D5EC7"/>
    <w:rsid w:val="007E6E02"/>
    <w:rsid w:val="007E7665"/>
    <w:rsid w:val="007F0D2F"/>
    <w:rsid w:val="007F4841"/>
    <w:rsid w:val="008014DD"/>
    <w:rsid w:val="008024DA"/>
    <w:rsid w:val="0080323F"/>
    <w:rsid w:val="00830828"/>
    <w:rsid w:val="00844BBC"/>
    <w:rsid w:val="00854E94"/>
    <w:rsid w:val="008574C8"/>
    <w:rsid w:val="00867692"/>
    <w:rsid w:val="00874A21"/>
    <w:rsid w:val="008804CB"/>
    <w:rsid w:val="00893AAD"/>
    <w:rsid w:val="008A2C0A"/>
    <w:rsid w:val="008B5587"/>
    <w:rsid w:val="008C2F88"/>
    <w:rsid w:val="008D2CD7"/>
    <w:rsid w:val="008E1E27"/>
    <w:rsid w:val="0090402F"/>
    <w:rsid w:val="00904071"/>
    <w:rsid w:val="009059BB"/>
    <w:rsid w:val="00923354"/>
    <w:rsid w:val="00931A8A"/>
    <w:rsid w:val="0094047C"/>
    <w:rsid w:val="00942B09"/>
    <w:rsid w:val="00965E61"/>
    <w:rsid w:val="0097267A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5174F"/>
    <w:rsid w:val="00A5794F"/>
    <w:rsid w:val="00A62A77"/>
    <w:rsid w:val="00A743FF"/>
    <w:rsid w:val="00A854F0"/>
    <w:rsid w:val="00AC0741"/>
    <w:rsid w:val="00AD05EC"/>
    <w:rsid w:val="00AD1706"/>
    <w:rsid w:val="00B2694E"/>
    <w:rsid w:val="00B406A9"/>
    <w:rsid w:val="00B56DD9"/>
    <w:rsid w:val="00B640FC"/>
    <w:rsid w:val="00B7475F"/>
    <w:rsid w:val="00B93CD1"/>
    <w:rsid w:val="00BB0104"/>
    <w:rsid w:val="00BB2A5B"/>
    <w:rsid w:val="00BD14D8"/>
    <w:rsid w:val="00BF1E16"/>
    <w:rsid w:val="00C02E1C"/>
    <w:rsid w:val="00C055AD"/>
    <w:rsid w:val="00C203AE"/>
    <w:rsid w:val="00C213A2"/>
    <w:rsid w:val="00C233C1"/>
    <w:rsid w:val="00C25698"/>
    <w:rsid w:val="00C27DFF"/>
    <w:rsid w:val="00C36C55"/>
    <w:rsid w:val="00C437EE"/>
    <w:rsid w:val="00C55FF9"/>
    <w:rsid w:val="00C64F36"/>
    <w:rsid w:val="00C86331"/>
    <w:rsid w:val="00C93402"/>
    <w:rsid w:val="00CB1475"/>
    <w:rsid w:val="00CB64F0"/>
    <w:rsid w:val="00CC24DC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6789"/>
    <w:rsid w:val="00D62BDF"/>
    <w:rsid w:val="00D832BB"/>
    <w:rsid w:val="00D858FB"/>
    <w:rsid w:val="00D902A4"/>
    <w:rsid w:val="00DA3646"/>
    <w:rsid w:val="00DD2E16"/>
    <w:rsid w:val="00DE1419"/>
    <w:rsid w:val="00DE5C0B"/>
    <w:rsid w:val="00E07577"/>
    <w:rsid w:val="00E17A38"/>
    <w:rsid w:val="00E36C49"/>
    <w:rsid w:val="00E42389"/>
    <w:rsid w:val="00E5632D"/>
    <w:rsid w:val="00E94BE3"/>
    <w:rsid w:val="00EA01C8"/>
    <w:rsid w:val="00EB33B9"/>
    <w:rsid w:val="00EC29FF"/>
    <w:rsid w:val="00ED24CF"/>
    <w:rsid w:val="00EF73E5"/>
    <w:rsid w:val="00F50F65"/>
    <w:rsid w:val="00F53758"/>
    <w:rsid w:val="00F60A08"/>
    <w:rsid w:val="00F97360"/>
    <w:rsid w:val="00FB7E23"/>
    <w:rsid w:val="00FD255D"/>
    <w:rsid w:val="00FD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37522C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4AAB6-35EE-4A4A-94EA-6F68E620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7</Pages>
  <Words>1813</Words>
  <Characters>9411</Characters>
  <Application>Microsoft Office Word</Application>
  <DocSecurity>4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11202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2025-01-14T13:23:00Z</dcterms:created>
  <dcterms:modified xsi:type="dcterms:W3CDTF">2025-01-14T13:23:00Z</dcterms:modified>
</cp:coreProperties>
</file>